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1DD" w:rsidRDefault="001531DD" w:rsidP="006F5708">
      <w:pPr>
        <w:spacing w:line="276" w:lineRule="auto"/>
        <w:jc w:val="center"/>
        <w:rPr>
          <w:b/>
          <w:sz w:val="20"/>
        </w:rPr>
      </w:pPr>
    </w:p>
    <w:p w:rsidR="006F5708" w:rsidRPr="006F5708" w:rsidRDefault="006F5708" w:rsidP="006F5708">
      <w:pPr>
        <w:spacing w:line="276" w:lineRule="auto"/>
        <w:jc w:val="center"/>
        <w:rPr>
          <w:rFonts w:ascii="Times New Roman" w:hAnsi="Times New Roman"/>
          <w:b/>
          <w:color w:val="auto"/>
          <w:sz w:val="20"/>
        </w:rPr>
      </w:pPr>
      <w:r w:rsidRPr="006F5708">
        <w:rPr>
          <w:b/>
          <w:sz w:val="20"/>
        </w:rPr>
        <w:t>I DIRETTORI DI DIPARTIMENTO</w:t>
      </w:r>
    </w:p>
    <w:p w:rsidR="006F5708" w:rsidRPr="006F5708" w:rsidRDefault="006F5708" w:rsidP="006F5708">
      <w:pPr>
        <w:spacing w:line="276" w:lineRule="auto"/>
        <w:ind w:left="2700" w:hanging="2700"/>
        <w:rPr>
          <w:sz w:val="20"/>
        </w:rPr>
      </w:pPr>
    </w:p>
    <w:p w:rsidR="006F5708" w:rsidRDefault="006F5708" w:rsidP="006F5708">
      <w:pPr>
        <w:spacing w:line="276" w:lineRule="auto"/>
        <w:ind w:left="2700" w:hanging="2700"/>
        <w:rPr>
          <w:sz w:val="20"/>
        </w:rPr>
      </w:pPr>
    </w:p>
    <w:p w:rsidR="001531DD" w:rsidRPr="006F5708" w:rsidRDefault="001531DD" w:rsidP="006F5708">
      <w:pPr>
        <w:spacing w:line="276" w:lineRule="auto"/>
        <w:ind w:left="2700" w:hanging="2700"/>
        <w:rPr>
          <w:sz w:val="20"/>
        </w:rPr>
      </w:pPr>
    </w:p>
    <w:p w:rsidR="006F5708" w:rsidRPr="006F5708" w:rsidRDefault="006F5708" w:rsidP="006F5708">
      <w:pPr>
        <w:spacing w:line="276" w:lineRule="auto"/>
        <w:ind w:left="2700" w:hanging="2700"/>
        <w:rPr>
          <w:sz w:val="20"/>
        </w:rPr>
      </w:pPr>
      <w:r w:rsidRPr="006F5708">
        <w:rPr>
          <w:b/>
          <w:sz w:val="20"/>
        </w:rPr>
        <w:t>VISTA</w:t>
      </w:r>
      <w:r w:rsidRPr="006F5708">
        <w:rPr>
          <w:sz w:val="20"/>
        </w:rPr>
        <w:tab/>
        <w:t>la Legge 30 dicembre, n. 240/2010 “Norme in materia di organizzazione delle Università, di personale accademico e reclutamento, nonché delega al Governo per incentivare la qualità e l’efficienza del sistema universitario”;</w:t>
      </w:r>
    </w:p>
    <w:p w:rsidR="006F5708" w:rsidRPr="006F5708" w:rsidRDefault="006F5708" w:rsidP="006F5708">
      <w:pPr>
        <w:spacing w:line="276" w:lineRule="auto"/>
        <w:ind w:left="2700" w:hanging="2700"/>
        <w:rPr>
          <w:sz w:val="20"/>
        </w:rPr>
      </w:pPr>
      <w:r w:rsidRPr="006F5708">
        <w:rPr>
          <w:b/>
          <w:sz w:val="20"/>
        </w:rPr>
        <w:t>VISTO</w:t>
      </w:r>
      <w:r w:rsidRPr="006F5708">
        <w:rPr>
          <w:sz w:val="20"/>
        </w:rPr>
        <w:tab/>
        <w:t>l’art. 6, comma 3, del D. Lgs. 502/92 e s.m.i.;</w:t>
      </w:r>
    </w:p>
    <w:p w:rsidR="006F5708" w:rsidRPr="006F5708" w:rsidRDefault="006F5708" w:rsidP="006F5708">
      <w:pPr>
        <w:spacing w:line="276" w:lineRule="auto"/>
        <w:ind w:left="2700" w:hanging="2700"/>
        <w:rPr>
          <w:sz w:val="20"/>
        </w:rPr>
      </w:pPr>
      <w:r w:rsidRPr="006F5708">
        <w:rPr>
          <w:b/>
          <w:sz w:val="20"/>
        </w:rPr>
        <w:t>VISTO</w:t>
      </w:r>
      <w:r w:rsidRPr="006F5708">
        <w:rPr>
          <w:sz w:val="20"/>
        </w:rPr>
        <w:tab/>
        <w:t>il Protocollo di Intesa per la collaborazione tra l’Università degli Studi di Foggia e il S.S.R. della Regione Puglia per la formazione del personale non medico siglato il 20/12/2007 nonché l’appendice a tale Protocollo siglata il 18/03/2010;</w:t>
      </w:r>
    </w:p>
    <w:p w:rsidR="006F5708" w:rsidRPr="00E56848" w:rsidRDefault="006F5708" w:rsidP="006F5708">
      <w:pPr>
        <w:spacing w:line="276" w:lineRule="auto"/>
        <w:ind w:left="2700" w:hanging="2700"/>
        <w:rPr>
          <w:color w:val="auto"/>
          <w:sz w:val="20"/>
        </w:rPr>
      </w:pPr>
      <w:r w:rsidRPr="00415E2A">
        <w:rPr>
          <w:b/>
          <w:sz w:val="20"/>
        </w:rPr>
        <w:t>VISTI</w:t>
      </w:r>
      <w:r w:rsidRPr="00415E2A">
        <w:rPr>
          <w:sz w:val="20"/>
        </w:rPr>
        <w:tab/>
      </w:r>
      <w:r w:rsidRPr="00E56848">
        <w:rPr>
          <w:color w:val="auto"/>
          <w:sz w:val="20"/>
        </w:rPr>
        <w:t>il Regolamento per la disciplina degli incarichi didattici dell’Università degli Studi di Foggia, emanato con D.R. n. 632-2015, prot. n. 13684-I/3 del 29.05.2015 e le “Linee guida degli organi di governo per l’attuazione della regolamentazione in materia di incarichi didattici (deliberazioni assunte dal Senato Accademico, riunioni del 16.10.2013 e del 16.04.2014, e dal Consiglio di Amministrazione, riunione del 29.04.2014);</w:t>
      </w:r>
    </w:p>
    <w:p w:rsidR="006F5708" w:rsidRPr="00E56848" w:rsidRDefault="006F5708" w:rsidP="006F5708">
      <w:pPr>
        <w:spacing w:line="276" w:lineRule="auto"/>
        <w:ind w:left="2700" w:hanging="2700"/>
        <w:rPr>
          <w:color w:val="auto"/>
          <w:sz w:val="20"/>
        </w:rPr>
      </w:pPr>
      <w:r w:rsidRPr="00E56848">
        <w:rPr>
          <w:b/>
          <w:color w:val="auto"/>
          <w:sz w:val="20"/>
        </w:rPr>
        <w:lastRenderedPageBreak/>
        <w:t>VISTO</w:t>
      </w:r>
      <w:r w:rsidRPr="00E56848">
        <w:rPr>
          <w:color w:val="auto"/>
          <w:sz w:val="20"/>
        </w:rPr>
        <w:tab/>
        <w:t xml:space="preserve">il Regolamento interno per l’affidamento degli incarichi didattici </w:t>
      </w:r>
      <w:r w:rsidR="00415E2A" w:rsidRPr="00E56848">
        <w:rPr>
          <w:color w:val="auto"/>
          <w:sz w:val="20"/>
        </w:rPr>
        <w:t>approvato dai Consigli di Dipartimento di Area Medica nel corso della riunione congiunta del 07.07.2015;</w:t>
      </w:r>
    </w:p>
    <w:p w:rsidR="006F5708" w:rsidRPr="006F5708" w:rsidRDefault="006F5708" w:rsidP="006F5708">
      <w:pPr>
        <w:spacing w:line="276" w:lineRule="auto"/>
        <w:ind w:left="2700" w:hanging="2700"/>
        <w:rPr>
          <w:sz w:val="20"/>
        </w:rPr>
      </w:pPr>
      <w:r w:rsidRPr="006F5708">
        <w:rPr>
          <w:b/>
          <w:sz w:val="20"/>
        </w:rPr>
        <w:t>VISTE</w:t>
      </w:r>
      <w:r w:rsidRPr="006F5708">
        <w:rPr>
          <w:sz w:val="20"/>
        </w:rPr>
        <w:tab/>
      </w:r>
      <w:r w:rsidR="00415E2A" w:rsidRPr="00E56848">
        <w:rPr>
          <w:color w:val="auto"/>
          <w:sz w:val="20"/>
        </w:rPr>
        <w:t xml:space="preserve">le delibere dei Dipartimenti di Area Medica adottate nel corso della riunione congiunta 24.03.2015 </w:t>
      </w:r>
      <w:r w:rsidRPr="00E56848">
        <w:rPr>
          <w:color w:val="auto"/>
          <w:sz w:val="20"/>
        </w:rPr>
        <w:t>con le quali s</w:t>
      </w:r>
      <w:r w:rsidR="00E56848">
        <w:rPr>
          <w:color w:val="auto"/>
          <w:sz w:val="20"/>
        </w:rPr>
        <w:t>ono stati assegnati, per l’a.a</w:t>
      </w:r>
      <w:r w:rsidR="00415E2A">
        <w:rPr>
          <w:sz w:val="20"/>
        </w:rPr>
        <w:t xml:space="preserve"> </w:t>
      </w:r>
      <w:r w:rsidR="00415E2A" w:rsidRPr="00E56848">
        <w:rPr>
          <w:color w:val="auto"/>
          <w:sz w:val="20"/>
        </w:rPr>
        <w:t>2015/2016</w:t>
      </w:r>
      <w:r w:rsidRPr="00E56848">
        <w:rPr>
          <w:color w:val="auto"/>
          <w:sz w:val="20"/>
        </w:rPr>
        <w:t xml:space="preserve"> </w:t>
      </w:r>
      <w:r w:rsidR="00415E2A" w:rsidRPr="00E56848">
        <w:rPr>
          <w:color w:val="auto"/>
          <w:sz w:val="20"/>
        </w:rPr>
        <w:t>gli in</w:t>
      </w:r>
      <w:r w:rsidRPr="00E56848">
        <w:rPr>
          <w:color w:val="auto"/>
          <w:sz w:val="20"/>
        </w:rPr>
        <w:t>carichi</w:t>
      </w:r>
      <w:r w:rsidRPr="006F5708">
        <w:rPr>
          <w:sz w:val="20"/>
        </w:rPr>
        <w:t xml:space="preserve"> didattici istituzionali ai professori </w:t>
      </w:r>
      <w:r w:rsidR="005E200F">
        <w:rPr>
          <w:sz w:val="20"/>
        </w:rPr>
        <w:t xml:space="preserve">di ruolo e sono stati affidati </w:t>
      </w:r>
      <w:r w:rsidRPr="006F5708">
        <w:rPr>
          <w:sz w:val="20"/>
        </w:rPr>
        <w:t>incarichi di insegnamento ai ricercatori, avendone acquisito l’assenso, laddove necessario;</w:t>
      </w:r>
    </w:p>
    <w:p w:rsidR="006F5708" w:rsidRPr="006F5708" w:rsidRDefault="006F5708" w:rsidP="006F5708">
      <w:pPr>
        <w:tabs>
          <w:tab w:val="left" w:pos="2700"/>
        </w:tabs>
        <w:spacing w:line="276" w:lineRule="auto"/>
        <w:ind w:left="2694" w:hanging="2694"/>
        <w:rPr>
          <w:sz w:val="20"/>
        </w:rPr>
      </w:pPr>
      <w:r w:rsidRPr="006F5708">
        <w:rPr>
          <w:b/>
          <w:sz w:val="20"/>
        </w:rPr>
        <w:t>ATTESO</w:t>
      </w:r>
      <w:r w:rsidRPr="006F5708">
        <w:rPr>
          <w:sz w:val="20"/>
        </w:rPr>
        <w:tab/>
        <w:t>che tutti gli incarichi sono da affidare a titolo gratuito, eccezion  fatta per gli insegnamenti c.d. “professionalizzanti” previsti dal citato art. 6 del D. Lgs. 502/92 e dai citati Protocolli di Intesa per la formazione del personale sanitario non medico, affidati al personale dipendente di ruolo del S.S.N. per i quali la eventuale retribuzione è corrisposta dalle Aziende Sanitarie di appartenenza;</w:t>
      </w:r>
    </w:p>
    <w:p w:rsidR="006F5708" w:rsidRPr="006F5708" w:rsidRDefault="006F5708" w:rsidP="006F5708">
      <w:pPr>
        <w:tabs>
          <w:tab w:val="left" w:pos="0"/>
        </w:tabs>
        <w:spacing w:line="276" w:lineRule="auto"/>
        <w:rPr>
          <w:sz w:val="20"/>
        </w:rPr>
      </w:pPr>
      <w:r w:rsidRPr="006F5708">
        <w:rPr>
          <w:b/>
          <w:sz w:val="20"/>
        </w:rPr>
        <w:t>VISTO</w:t>
      </w:r>
      <w:r w:rsidRPr="006F5708">
        <w:rPr>
          <w:b/>
          <w:sz w:val="20"/>
        </w:rPr>
        <w:tab/>
      </w:r>
      <w:r w:rsidRPr="006F5708">
        <w:rPr>
          <w:sz w:val="20"/>
        </w:rPr>
        <w:tab/>
      </w:r>
      <w:r w:rsidRPr="006F5708">
        <w:rPr>
          <w:sz w:val="20"/>
        </w:rPr>
        <w:tab/>
        <w:t xml:space="preserve">         lo Statuto di Ateneo;</w:t>
      </w:r>
    </w:p>
    <w:p w:rsidR="006F5708" w:rsidRPr="006F5708" w:rsidRDefault="006F5708" w:rsidP="006F5708">
      <w:pPr>
        <w:tabs>
          <w:tab w:val="left" w:pos="0"/>
        </w:tabs>
        <w:spacing w:line="276" w:lineRule="auto"/>
        <w:rPr>
          <w:sz w:val="20"/>
        </w:rPr>
      </w:pPr>
      <w:r w:rsidRPr="006F5708">
        <w:rPr>
          <w:b/>
          <w:sz w:val="20"/>
        </w:rPr>
        <w:t>VISTO</w:t>
      </w:r>
      <w:r w:rsidRPr="006F5708">
        <w:rPr>
          <w:sz w:val="20"/>
        </w:rPr>
        <w:tab/>
      </w:r>
      <w:r w:rsidRPr="006F5708">
        <w:rPr>
          <w:sz w:val="20"/>
        </w:rPr>
        <w:tab/>
      </w:r>
      <w:r w:rsidRPr="006F5708">
        <w:rPr>
          <w:sz w:val="20"/>
        </w:rPr>
        <w:tab/>
        <w:t xml:space="preserve">         il Regolamento Didattico di Ateneo;</w:t>
      </w:r>
    </w:p>
    <w:p w:rsidR="006F5708" w:rsidRPr="006F5708" w:rsidRDefault="006F5708" w:rsidP="006F5708">
      <w:pPr>
        <w:tabs>
          <w:tab w:val="left" w:pos="2700"/>
        </w:tabs>
        <w:spacing w:line="276" w:lineRule="auto"/>
        <w:ind w:left="2694" w:hanging="2694"/>
        <w:rPr>
          <w:sz w:val="20"/>
        </w:rPr>
      </w:pPr>
      <w:r w:rsidRPr="006F5708">
        <w:rPr>
          <w:b/>
          <w:sz w:val="20"/>
        </w:rPr>
        <w:t>SENTITO</w:t>
      </w:r>
      <w:r w:rsidRPr="006F5708">
        <w:rPr>
          <w:sz w:val="20"/>
        </w:rPr>
        <w:tab/>
        <w:t xml:space="preserve">il Coordinatore amministrativo dei due Dipartimenti </w:t>
      </w:r>
      <w:r w:rsidR="005E200F" w:rsidRPr="006F5708">
        <w:rPr>
          <w:sz w:val="20"/>
        </w:rPr>
        <w:t>dell’area</w:t>
      </w:r>
      <w:r w:rsidRPr="006F5708">
        <w:rPr>
          <w:sz w:val="20"/>
        </w:rPr>
        <w:t xml:space="preserve"> medica,</w:t>
      </w:r>
    </w:p>
    <w:p w:rsidR="006F5708" w:rsidRPr="006F5708" w:rsidRDefault="006F5708" w:rsidP="006F5708">
      <w:pPr>
        <w:tabs>
          <w:tab w:val="left" w:pos="2700"/>
        </w:tabs>
        <w:spacing w:line="276" w:lineRule="auto"/>
        <w:ind w:left="2694" w:hanging="2694"/>
        <w:rPr>
          <w:sz w:val="20"/>
        </w:rPr>
      </w:pPr>
    </w:p>
    <w:p w:rsidR="006F5708" w:rsidRPr="006F5708" w:rsidRDefault="006F5708"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DECRETA</w:t>
      </w:r>
    </w:p>
    <w:p w:rsidR="006F5708" w:rsidRPr="006F5708" w:rsidRDefault="006F5708" w:rsidP="006F5708">
      <w:pPr>
        <w:spacing w:before="100" w:after="100" w:line="276" w:lineRule="auto"/>
        <w:ind w:left="1418" w:right="1418"/>
        <w:jc w:val="center"/>
        <w:rPr>
          <w:b/>
          <w:sz w:val="20"/>
        </w:rPr>
      </w:pPr>
      <w:r w:rsidRPr="006F5708">
        <w:rPr>
          <w:b/>
          <w:sz w:val="20"/>
        </w:rPr>
        <w:t>Art. 1</w:t>
      </w:r>
    </w:p>
    <w:p w:rsidR="006F5708" w:rsidRPr="006F5708" w:rsidRDefault="006F5708" w:rsidP="006F5708">
      <w:pPr>
        <w:spacing w:before="100" w:after="100" w:line="276" w:lineRule="auto"/>
        <w:ind w:left="1418" w:right="1418"/>
        <w:jc w:val="center"/>
        <w:rPr>
          <w:b/>
          <w:sz w:val="20"/>
        </w:rPr>
      </w:pPr>
      <w:r w:rsidRPr="006F5708">
        <w:rPr>
          <w:b/>
          <w:sz w:val="20"/>
        </w:rPr>
        <w:t>(Oggetto della selezione)</w:t>
      </w:r>
    </w:p>
    <w:p w:rsidR="006F5708" w:rsidRPr="006F5708" w:rsidRDefault="006F5708" w:rsidP="006F5708">
      <w:pPr>
        <w:spacing w:line="276" w:lineRule="auto"/>
        <w:rPr>
          <w:sz w:val="20"/>
        </w:rPr>
      </w:pPr>
      <w:r w:rsidRPr="006F5708">
        <w:rPr>
          <w:sz w:val="20"/>
        </w:rPr>
        <w:t>E’ indetta una procedura selettiva per la copertura degli insegnamenti vacanti dei Corsi di Laurea nelle professioni sanitarie attivati da</w:t>
      </w:r>
      <w:r w:rsidR="00125593">
        <w:rPr>
          <w:sz w:val="20"/>
        </w:rPr>
        <w:t xml:space="preserve">i Dipartimenti di Area Medica </w:t>
      </w:r>
      <w:r w:rsidRPr="006F5708">
        <w:rPr>
          <w:sz w:val="20"/>
        </w:rPr>
        <w:t xml:space="preserve">dell’Università degli Studi di Foggia, così come dettagliatamente illustrati nelle tabelle allegate. </w:t>
      </w:r>
    </w:p>
    <w:p w:rsidR="006F5708" w:rsidRPr="006F5708" w:rsidRDefault="006F5708" w:rsidP="006F5708">
      <w:pPr>
        <w:spacing w:line="276" w:lineRule="auto"/>
        <w:jc w:val="center"/>
        <w:rPr>
          <w:b/>
          <w:sz w:val="20"/>
        </w:rPr>
      </w:pPr>
      <w:r w:rsidRPr="006F5708">
        <w:rPr>
          <w:b/>
          <w:sz w:val="20"/>
        </w:rPr>
        <w:t>Art. 2</w:t>
      </w:r>
    </w:p>
    <w:p w:rsidR="006F5708" w:rsidRPr="006F5708" w:rsidRDefault="006F5708" w:rsidP="006F5708">
      <w:pPr>
        <w:spacing w:line="276" w:lineRule="auto"/>
        <w:jc w:val="center"/>
        <w:rPr>
          <w:b/>
          <w:sz w:val="20"/>
        </w:rPr>
      </w:pPr>
      <w:r w:rsidRPr="006F5708">
        <w:rPr>
          <w:b/>
          <w:sz w:val="20"/>
        </w:rPr>
        <w:t>(Soggetti che possono partecipare alla selezione)</w:t>
      </w:r>
    </w:p>
    <w:p w:rsidR="006F5708" w:rsidRPr="006F5708" w:rsidRDefault="006F5708" w:rsidP="006F5708">
      <w:pPr>
        <w:spacing w:line="276" w:lineRule="auto"/>
        <w:rPr>
          <w:sz w:val="20"/>
        </w:rPr>
      </w:pPr>
      <w:r w:rsidRPr="006F5708">
        <w:rPr>
          <w:sz w:val="20"/>
        </w:rPr>
        <w:t>Possono partecipare alla selezione:</w:t>
      </w:r>
    </w:p>
    <w:p w:rsidR="006F5708" w:rsidRPr="006F5708" w:rsidRDefault="006F5708" w:rsidP="006F5708">
      <w:pPr>
        <w:numPr>
          <w:ilvl w:val="0"/>
          <w:numId w:val="6"/>
        </w:numPr>
        <w:suppressAutoHyphens/>
        <w:spacing w:line="276" w:lineRule="auto"/>
        <w:rPr>
          <w:sz w:val="20"/>
        </w:rPr>
      </w:pPr>
      <w:r w:rsidRPr="006F5708">
        <w:rPr>
          <w:sz w:val="20"/>
        </w:rPr>
        <w:t>i  professori e i ricercatori universitari;</w:t>
      </w:r>
    </w:p>
    <w:p w:rsidR="006F5708" w:rsidRPr="006F5708" w:rsidRDefault="006F5708" w:rsidP="006F5708">
      <w:pPr>
        <w:numPr>
          <w:ilvl w:val="0"/>
          <w:numId w:val="6"/>
        </w:numPr>
        <w:autoSpaceDE w:val="0"/>
        <w:autoSpaceDN w:val="0"/>
        <w:adjustRightInd w:val="0"/>
        <w:spacing w:line="276" w:lineRule="auto"/>
        <w:rPr>
          <w:sz w:val="20"/>
        </w:rPr>
      </w:pPr>
      <w:r w:rsidRPr="006F5708">
        <w:rPr>
          <w:sz w:val="20"/>
        </w:rPr>
        <w:t xml:space="preserve">il personale universitario del ruolo tecnico, in possesso di adeguati requisiti didattico - scientifici attinenti l’insegnamento bandito, </w:t>
      </w:r>
      <w:r w:rsidRPr="006F5708">
        <w:rPr>
          <w:b/>
          <w:sz w:val="20"/>
        </w:rPr>
        <w:t>conferito all’attività assistenziale integrata, limitatamente ai Corsi di Laurea aventi sede nella struttura sanitaria presso la quale il personale stesso svolge attività integrata</w:t>
      </w:r>
      <w:r w:rsidRPr="006F5708">
        <w:rPr>
          <w:sz w:val="20"/>
        </w:rPr>
        <w:t xml:space="preserve">; </w:t>
      </w:r>
    </w:p>
    <w:p w:rsidR="005E200F" w:rsidRPr="00E56848" w:rsidRDefault="006F5708" w:rsidP="007361A6">
      <w:pPr>
        <w:numPr>
          <w:ilvl w:val="0"/>
          <w:numId w:val="6"/>
        </w:numPr>
        <w:autoSpaceDE w:val="0"/>
        <w:autoSpaceDN w:val="0"/>
        <w:adjustRightInd w:val="0"/>
        <w:spacing w:line="276" w:lineRule="auto"/>
        <w:rPr>
          <w:color w:val="auto"/>
          <w:sz w:val="20"/>
        </w:rPr>
      </w:pPr>
      <w:r w:rsidRPr="00E56848">
        <w:rPr>
          <w:color w:val="auto"/>
          <w:sz w:val="20"/>
        </w:rPr>
        <w:t xml:space="preserve">il personale </w:t>
      </w:r>
      <w:r w:rsidR="004506C8" w:rsidRPr="00E56848">
        <w:rPr>
          <w:b/>
          <w:color w:val="auto"/>
          <w:sz w:val="20"/>
        </w:rPr>
        <w:t>in possesso di laurea</w:t>
      </w:r>
      <w:r w:rsidR="004506C8" w:rsidRPr="00E56848">
        <w:rPr>
          <w:color w:val="auto"/>
          <w:sz w:val="20"/>
        </w:rPr>
        <w:t xml:space="preserve"> </w:t>
      </w:r>
      <w:r w:rsidRPr="00E56848">
        <w:rPr>
          <w:b/>
          <w:color w:val="auto"/>
          <w:sz w:val="20"/>
        </w:rPr>
        <w:t>dipendente di ruolo</w:t>
      </w:r>
      <w:r w:rsidR="004506C8" w:rsidRPr="00E56848">
        <w:rPr>
          <w:b/>
          <w:color w:val="auto"/>
          <w:sz w:val="20"/>
        </w:rPr>
        <w:t xml:space="preserve"> </w:t>
      </w:r>
      <w:r w:rsidR="005E200F" w:rsidRPr="00E56848">
        <w:rPr>
          <w:color w:val="auto"/>
          <w:sz w:val="20"/>
        </w:rPr>
        <w:t>delle strutture sanitarie sede della formazione e, in particolare: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4395"/>
      </w:tblGrid>
      <w:tr w:rsidR="00E56848" w:rsidRPr="00E56848" w:rsidTr="008D6C39">
        <w:tc>
          <w:tcPr>
            <w:tcW w:w="4406" w:type="dxa"/>
            <w:shd w:val="clear" w:color="auto" w:fill="auto"/>
          </w:tcPr>
          <w:p w:rsidR="005E200F" w:rsidRPr="00E56848" w:rsidRDefault="00143999" w:rsidP="008D6C39">
            <w:pPr>
              <w:autoSpaceDE w:val="0"/>
              <w:autoSpaceDN w:val="0"/>
              <w:adjustRightInd w:val="0"/>
              <w:spacing w:line="276" w:lineRule="auto"/>
              <w:rPr>
                <w:color w:val="auto"/>
                <w:sz w:val="20"/>
              </w:rPr>
            </w:pPr>
            <w:r>
              <w:rPr>
                <w:color w:val="auto"/>
                <w:sz w:val="20"/>
              </w:rPr>
              <w:t xml:space="preserve">per il </w:t>
            </w:r>
            <w:r w:rsidR="005E200F" w:rsidRPr="00E56848">
              <w:rPr>
                <w:color w:val="auto"/>
                <w:sz w:val="20"/>
              </w:rPr>
              <w:t>Corso di Laurea</w:t>
            </w:r>
            <w:r w:rsidR="0052529D">
              <w:rPr>
                <w:color w:val="auto"/>
                <w:sz w:val="20"/>
              </w:rPr>
              <w:t xml:space="preserve"> di</w:t>
            </w:r>
          </w:p>
        </w:tc>
        <w:tc>
          <w:tcPr>
            <w:tcW w:w="4395" w:type="dxa"/>
            <w:shd w:val="clear" w:color="auto" w:fill="auto"/>
          </w:tcPr>
          <w:p w:rsidR="005E200F" w:rsidRPr="00E56848" w:rsidRDefault="0052529D" w:rsidP="008D6C39">
            <w:pPr>
              <w:autoSpaceDE w:val="0"/>
              <w:autoSpaceDN w:val="0"/>
              <w:adjustRightInd w:val="0"/>
              <w:spacing w:line="276" w:lineRule="auto"/>
              <w:rPr>
                <w:color w:val="auto"/>
                <w:sz w:val="20"/>
              </w:rPr>
            </w:pPr>
            <w:r>
              <w:rPr>
                <w:color w:val="auto"/>
                <w:sz w:val="20"/>
              </w:rPr>
              <w:t xml:space="preserve">personale dipendente della </w:t>
            </w:r>
            <w:r w:rsidR="005E200F" w:rsidRPr="00E56848">
              <w:rPr>
                <w:color w:val="auto"/>
                <w:sz w:val="20"/>
              </w:rPr>
              <w:t>Struttura</w:t>
            </w:r>
          </w:p>
        </w:tc>
      </w:tr>
      <w:tr w:rsidR="00E56848" w:rsidRPr="00E56848" w:rsidTr="008D6C39">
        <w:tc>
          <w:tcPr>
            <w:tcW w:w="4406" w:type="dxa"/>
            <w:shd w:val="clear" w:color="auto" w:fill="auto"/>
          </w:tcPr>
          <w:p w:rsidR="005E200F" w:rsidRPr="00E56848" w:rsidRDefault="005E200F" w:rsidP="008D6C39">
            <w:pPr>
              <w:autoSpaceDE w:val="0"/>
              <w:autoSpaceDN w:val="0"/>
              <w:adjustRightInd w:val="0"/>
              <w:spacing w:line="276" w:lineRule="auto"/>
              <w:rPr>
                <w:color w:val="auto"/>
                <w:sz w:val="20"/>
              </w:rPr>
            </w:pPr>
            <w:r w:rsidRPr="00E56848">
              <w:rPr>
                <w:color w:val="auto"/>
                <w:sz w:val="20"/>
              </w:rPr>
              <w:t>Infermieristica – Sede di Lagonegro</w:t>
            </w:r>
          </w:p>
        </w:tc>
        <w:tc>
          <w:tcPr>
            <w:tcW w:w="4395" w:type="dxa"/>
            <w:shd w:val="clear" w:color="auto" w:fill="auto"/>
          </w:tcPr>
          <w:p w:rsidR="005E200F" w:rsidRPr="00E56848" w:rsidRDefault="005E200F" w:rsidP="008D6C39">
            <w:pPr>
              <w:autoSpaceDE w:val="0"/>
              <w:autoSpaceDN w:val="0"/>
              <w:adjustRightInd w:val="0"/>
              <w:spacing w:line="276" w:lineRule="auto"/>
              <w:rPr>
                <w:color w:val="auto"/>
                <w:sz w:val="20"/>
              </w:rPr>
            </w:pPr>
            <w:r w:rsidRPr="00E56848">
              <w:rPr>
                <w:color w:val="auto"/>
                <w:sz w:val="20"/>
              </w:rPr>
              <w:t>Azienda Sanitaria Locale di Potenza</w:t>
            </w:r>
          </w:p>
        </w:tc>
      </w:tr>
    </w:tbl>
    <w:p w:rsidR="005E200F" w:rsidRDefault="005E200F" w:rsidP="005E200F">
      <w:pPr>
        <w:autoSpaceDE w:val="0"/>
        <w:autoSpaceDN w:val="0"/>
        <w:adjustRightInd w:val="0"/>
        <w:spacing w:line="276" w:lineRule="auto"/>
        <w:ind w:left="720"/>
        <w:rPr>
          <w:sz w:val="20"/>
        </w:rPr>
      </w:pPr>
    </w:p>
    <w:p w:rsidR="006F5708" w:rsidRPr="005E200F" w:rsidRDefault="00F43522" w:rsidP="00F43522">
      <w:pPr>
        <w:autoSpaceDE w:val="0"/>
        <w:autoSpaceDN w:val="0"/>
        <w:adjustRightInd w:val="0"/>
        <w:spacing w:line="276" w:lineRule="auto"/>
        <w:rPr>
          <w:sz w:val="20"/>
        </w:rPr>
      </w:pPr>
      <w:r>
        <w:rPr>
          <w:sz w:val="20"/>
        </w:rPr>
        <w:tab/>
      </w:r>
      <w:r w:rsidR="006F5708" w:rsidRPr="005E200F">
        <w:rPr>
          <w:sz w:val="20"/>
        </w:rPr>
        <w:t>Fatto salvo quanto previsto dalla lettera b) del precedente comma, gli incarichi di cui al presente bando non possono essere conferiti al  personale tecnico – amministrativo delle Università.</w:t>
      </w:r>
    </w:p>
    <w:p w:rsidR="006F5708" w:rsidRPr="006F5708" w:rsidRDefault="006F5708" w:rsidP="006F5708">
      <w:pPr>
        <w:spacing w:line="276" w:lineRule="auto"/>
        <w:jc w:val="center"/>
        <w:rPr>
          <w:b/>
          <w:sz w:val="20"/>
        </w:rPr>
      </w:pPr>
      <w:r w:rsidRPr="006F5708">
        <w:rPr>
          <w:b/>
          <w:sz w:val="20"/>
        </w:rPr>
        <w:t>Art. 3</w:t>
      </w:r>
    </w:p>
    <w:p w:rsidR="006F5708" w:rsidRPr="006F5708" w:rsidRDefault="006F5708" w:rsidP="006F5708">
      <w:pPr>
        <w:spacing w:line="276" w:lineRule="auto"/>
        <w:jc w:val="center"/>
        <w:rPr>
          <w:b/>
          <w:sz w:val="20"/>
        </w:rPr>
      </w:pPr>
      <w:r w:rsidRPr="006F5708">
        <w:rPr>
          <w:b/>
          <w:sz w:val="20"/>
        </w:rPr>
        <w:t>(Durata degli incarichi)</w:t>
      </w:r>
    </w:p>
    <w:p w:rsidR="006F5708" w:rsidRPr="006F5708" w:rsidRDefault="006F5708" w:rsidP="006F5708">
      <w:pPr>
        <w:spacing w:line="276" w:lineRule="auto"/>
        <w:rPr>
          <w:sz w:val="20"/>
        </w:rPr>
      </w:pPr>
      <w:r w:rsidRPr="006F5708">
        <w:rPr>
          <w:sz w:val="20"/>
        </w:rPr>
        <w:lastRenderedPageBreak/>
        <w:t>Gli incarichi di insegnamento attribuiti al personale universitario sono affidati a titolo gratuito, ed hanno durata di un anno accademico.</w:t>
      </w:r>
    </w:p>
    <w:p w:rsidR="00F43522" w:rsidRPr="006F5708" w:rsidRDefault="00F43522" w:rsidP="00F43522">
      <w:pPr>
        <w:spacing w:line="276" w:lineRule="auto"/>
        <w:rPr>
          <w:sz w:val="20"/>
        </w:rPr>
      </w:pPr>
      <w:r w:rsidRPr="006F5708">
        <w:rPr>
          <w:sz w:val="20"/>
        </w:rPr>
        <w:t>Gli incarichi di insegnamento attribuiti al personale dipendente di ruolo del Servizio Sanitario Nazionale hanno durata di un anno accademico e, previa valutazione positiva dell’attività svolta, possono essere rinnovati annualmente, per un massimo di ulteriori tre anni accademici, con deliberazione del competente Consiglio di Dipartimento.</w:t>
      </w:r>
    </w:p>
    <w:p w:rsidR="006F5708" w:rsidRPr="006F5708" w:rsidRDefault="006F5708" w:rsidP="006F5708">
      <w:pPr>
        <w:spacing w:line="276" w:lineRule="auto"/>
        <w:rPr>
          <w:sz w:val="20"/>
        </w:rPr>
      </w:pPr>
      <w:r w:rsidRPr="006F5708">
        <w:rPr>
          <w:sz w:val="20"/>
        </w:rPr>
        <w:t>Gli incarichi di insegnamento attribuiti al personale dipendente di ruolo del Servizio Sanitario Nazionale sono retribuiti secondo le modalità previste dalle singole Aziende sanitarie di appartenenza</w:t>
      </w:r>
      <w:r w:rsidR="00F43522">
        <w:rPr>
          <w:sz w:val="20"/>
        </w:rPr>
        <w:t>,</w:t>
      </w:r>
      <w:r w:rsidRPr="006F5708">
        <w:rPr>
          <w:sz w:val="20"/>
        </w:rPr>
        <w:t xml:space="preserve"> sede dei Corsi di Laurea</w:t>
      </w:r>
      <w:r w:rsidR="00F43522">
        <w:rPr>
          <w:sz w:val="20"/>
        </w:rPr>
        <w:t>,</w:t>
      </w:r>
      <w:r w:rsidRPr="006F5708">
        <w:rPr>
          <w:sz w:val="20"/>
        </w:rPr>
        <w:t xml:space="preserve"> e i relativi compensi sono attribuiti direttamente dalle Aziende stesse ai propri dipendenti affidatari di corsi di insegnamento.</w:t>
      </w:r>
    </w:p>
    <w:p w:rsidR="006F5708" w:rsidRPr="006F5708" w:rsidRDefault="006F5708" w:rsidP="006F5708">
      <w:pPr>
        <w:spacing w:line="276" w:lineRule="auto"/>
        <w:rPr>
          <w:sz w:val="20"/>
        </w:rPr>
      </w:pPr>
      <w:r w:rsidRPr="006F5708">
        <w:rPr>
          <w:sz w:val="20"/>
        </w:rPr>
        <w:t>Gli incarichi di insegnamento sono comprensivi di tutte le attività connesse e strumentali all’espletamento dell’insegnamento stesso (attività didattica frontale, ricevimento studenti, predisposizione del programma del corso e comunicazione dello stesso agli uffici per i servizi agli studenti, partecipazione alle commissioni di esame ed, eventualmente, di laurea e alla verbalizzazione degli esami sino alla ultima sessione, anche straordinaria, dell’anno accademico di riferimento, nel rispetto delle disposizioni normative e regolamentari nel tempo vigenti in materia).</w:t>
      </w:r>
    </w:p>
    <w:p w:rsidR="006F5708" w:rsidRPr="006F5708" w:rsidRDefault="006F5708" w:rsidP="006F5708">
      <w:pPr>
        <w:spacing w:line="276" w:lineRule="auto"/>
        <w:rPr>
          <w:sz w:val="20"/>
        </w:rPr>
      </w:pPr>
      <w:r w:rsidRPr="006F5708">
        <w:rPr>
          <w:sz w:val="20"/>
        </w:rPr>
        <w:t>A nessun dipendente del Servizio Sanitario Nazionale possono essere affidate di norma più di 60 ore di attività didattica frontale. Con motivata deliberazione del competente Consiglio di Dipartimento al singolo docente dipendente del Servizio Sanitario Nazionale può essere affidato un maggior numero di ore di didattica frontale, ferma restando la garanzia del corretto e puntuale espletamento degli impegni assunti.</w:t>
      </w:r>
    </w:p>
    <w:p w:rsidR="006F5708" w:rsidRPr="006F5708" w:rsidRDefault="006F5708" w:rsidP="006F5708">
      <w:pPr>
        <w:spacing w:line="276" w:lineRule="auto"/>
        <w:jc w:val="center"/>
        <w:rPr>
          <w:b/>
          <w:sz w:val="20"/>
        </w:rPr>
      </w:pPr>
      <w:r w:rsidRPr="006F5708">
        <w:rPr>
          <w:b/>
          <w:sz w:val="20"/>
        </w:rPr>
        <w:t>Art. 4</w:t>
      </w:r>
    </w:p>
    <w:p w:rsidR="006F5708" w:rsidRPr="006F5708" w:rsidRDefault="006F5708" w:rsidP="006F5708">
      <w:pPr>
        <w:spacing w:line="276" w:lineRule="auto"/>
        <w:jc w:val="center"/>
        <w:rPr>
          <w:b/>
          <w:sz w:val="20"/>
        </w:rPr>
      </w:pPr>
      <w:r w:rsidRPr="006F5708">
        <w:rPr>
          <w:b/>
          <w:sz w:val="20"/>
        </w:rPr>
        <w:t>(Titoli valutabili)</w:t>
      </w:r>
    </w:p>
    <w:p w:rsidR="006F5708" w:rsidRDefault="006F5708" w:rsidP="006F5708">
      <w:pPr>
        <w:spacing w:line="276" w:lineRule="auto"/>
        <w:rPr>
          <w:sz w:val="20"/>
        </w:rPr>
      </w:pPr>
      <w:r w:rsidRPr="006F5708">
        <w:rPr>
          <w:sz w:val="20"/>
        </w:rPr>
        <w:t>La selezione è per soli titoli.</w:t>
      </w:r>
    </w:p>
    <w:p w:rsidR="004506C8" w:rsidRPr="006F5708" w:rsidRDefault="004506C8" w:rsidP="006F5708">
      <w:pPr>
        <w:spacing w:line="276" w:lineRule="auto"/>
        <w:rPr>
          <w:sz w:val="20"/>
        </w:rPr>
      </w:pPr>
    </w:p>
    <w:p w:rsidR="006F5708" w:rsidRDefault="006F5708" w:rsidP="006F5708">
      <w:pPr>
        <w:spacing w:line="276" w:lineRule="auto"/>
        <w:rPr>
          <w:sz w:val="20"/>
        </w:rPr>
      </w:pPr>
      <w:r w:rsidRPr="006F5708">
        <w:rPr>
          <w:sz w:val="20"/>
        </w:rPr>
        <w:t xml:space="preserve">Per il </w:t>
      </w:r>
      <w:r w:rsidRPr="004506C8">
        <w:rPr>
          <w:b/>
          <w:sz w:val="20"/>
        </w:rPr>
        <w:t>personale universitario</w:t>
      </w:r>
      <w:r w:rsidRPr="006F5708">
        <w:rPr>
          <w:sz w:val="20"/>
        </w:rPr>
        <w:t xml:space="preserve"> i titoli valutabili sono i seguenti:</w:t>
      </w:r>
    </w:p>
    <w:p w:rsidR="004506C8" w:rsidRPr="006F5708" w:rsidRDefault="004506C8" w:rsidP="006F5708">
      <w:pPr>
        <w:spacing w:line="276" w:lineRule="auto"/>
        <w:rPr>
          <w:sz w:val="20"/>
        </w:rPr>
      </w:pPr>
    </w:p>
    <w:p w:rsidR="004506C8" w:rsidRDefault="004506C8" w:rsidP="006F5708">
      <w:pPr>
        <w:numPr>
          <w:ilvl w:val="0"/>
          <w:numId w:val="7"/>
        </w:numPr>
        <w:suppressAutoHyphens/>
        <w:spacing w:line="276" w:lineRule="auto"/>
        <w:rPr>
          <w:sz w:val="20"/>
        </w:rPr>
      </w:pPr>
      <w:r>
        <w:rPr>
          <w:sz w:val="20"/>
        </w:rPr>
        <w:t>Settore scientifico – disciplinare di appartenenza</w:t>
      </w:r>
    </w:p>
    <w:p w:rsidR="004506C8" w:rsidRPr="004506C8" w:rsidRDefault="006F5708" w:rsidP="004506C8">
      <w:pPr>
        <w:numPr>
          <w:ilvl w:val="0"/>
          <w:numId w:val="7"/>
        </w:numPr>
        <w:suppressAutoHyphens/>
        <w:spacing w:line="276" w:lineRule="auto"/>
        <w:rPr>
          <w:sz w:val="20"/>
        </w:rPr>
      </w:pPr>
      <w:r w:rsidRPr="006F5708">
        <w:rPr>
          <w:sz w:val="20"/>
        </w:rPr>
        <w:t>Ruolo e fascia di docenza ricoperti</w:t>
      </w:r>
    </w:p>
    <w:p w:rsidR="006F5708" w:rsidRPr="006F5708" w:rsidRDefault="004506C8" w:rsidP="006F5708">
      <w:pPr>
        <w:numPr>
          <w:ilvl w:val="0"/>
          <w:numId w:val="7"/>
        </w:numPr>
        <w:suppressAutoHyphens/>
        <w:spacing w:line="276" w:lineRule="auto"/>
        <w:rPr>
          <w:sz w:val="20"/>
        </w:rPr>
      </w:pPr>
      <w:r>
        <w:rPr>
          <w:sz w:val="20"/>
        </w:rPr>
        <w:t>Principali interessi scientifici</w:t>
      </w:r>
    </w:p>
    <w:p w:rsidR="004506C8" w:rsidRDefault="006F5708" w:rsidP="00E56848">
      <w:pPr>
        <w:numPr>
          <w:ilvl w:val="0"/>
          <w:numId w:val="7"/>
        </w:numPr>
        <w:suppressAutoHyphens/>
        <w:spacing w:line="276" w:lineRule="auto"/>
        <w:rPr>
          <w:sz w:val="20"/>
        </w:rPr>
      </w:pPr>
      <w:r w:rsidRPr="006F5708">
        <w:rPr>
          <w:sz w:val="20"/>
        </w:rPr>
        <w:t>Pregressa attività didattica svolta</w:t>
      </w:r>
    </w:p>
    <w:p w:rsidR="00E56848" w:rsidRPr="00E56848" w:rsidRDefault="00E56848" w:rsidP="00E56848">
      <w:pPr>
        <w:suppressAutoHyphens/>
        <w:spacing w:line="276" w:lineRule="auto"/>
        <w:ind w:left="720"/>
        <w:rPr>
          <w:sz w:val="20"/>
        </w:rPr>
      </w:pPr>
    </w:p>
    <w:p w:rsidR="006F5708" w:rsidRDefault="006F5708" w:rsidP="006F5708">
      <w:pPr>
        <w:spacing w:line="276" w:lineRule="auto"/>
        <w:rPr>
          <w:sz w:val="20"/>
        </w:rPr>
      </w:pPr>
      <w:r w:rsidRPr="006F5708">
        <w:rPr>
          <w:sz w:val="20"/>
        </w:rPr>
        <w:t xml:space="preserve">Per il personale </w:t>
      </w:r>
      <w:r w:rsidRPr="004506C8">
        <w:rPr>
          <w:b/>
          <w:sz w:val="20"/>
        </w:rPr>
        <w:t>dipendente del Servizio Sanitario Nazionale</w:t>
      </w:r>
      <w:r w:rsidRPr="006F5708">
        <w:rPr>
          <w:sz w:val="20"/>
        </w:rPr>
        <w:t xml:space="preserve"> i titoli valutabili sono i seguenti:</w:t>
      </w:r>
    </w:p>
    <w:p w:rsidR="004506C8" w:rsidRPr="006F5708" w:rsidRDefault="004506C8" w:rsidP="006F5708">
      <w:pPr>
        <w:spacing w:line="276" w:lineRule="auto"/>
        <w:rPr>
          <w:sz w:val="20"/>
        </w:rPr>
      </w:pPr>
    </w:p>
    <w:p w:rsidR="004506C8" w:rsidRDefault="004506C8" w:rsidP="007361A6">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394B98">
        <w:rPr>
          <w:i/>
          <w:sz w:val="20"/>
        </w:rPr>
        <w:t xml:space="preserve">Titoli di studio in riferimento al settore scientifico disciplinare dell’insegnamento (fino ad un </w:t>
      </w:r>
      <w:proofErr w:type="spellStart"/>
      <w:r w:rsidRPr="00394B98">
        <w:rPr>
          <w:i/>
          <w:sz w:val="20"/>
        </w:rPr>
        <w:t>max</w:t>
      </w:r>
      <w:proofErr w:type="spellEnd"/>
      <w:r w:rsidRPr="004506C8">
        <w:rPr>
          <w:sz w:val="20"/>
        </w:rPr>
        <w:t xml:space="preserve"> 25 punti/100)</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4506C8">
        <w:rPr>
          <w:sz w:val="20"/>
        </w:rPr>
        <w:t>Specializzazioni mediche (10 punti)</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Master universitari (3 punti)</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 xml:space="preserve">Corsi di perfezionamento universitari (1 punto) </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Titolarità di assegno di ricerca (5 punti)</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Dottorato di ricerca (6 punti)</w:t>
      </w:r>
    </w:p>
    <w:p w:rsid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
    <w:p w:rsidR="004506C8" w:rsidRPr="00394B98" w:rsidRDefault="004506C8" w:rsidP="004506C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i/>
          <w:sz w:val="20"/>
        </w:rPr>
      </w:pPr>
      <w:r w:rsidRPr="00394B98">
        <w:rPr>
          <w:i/>
          <w:sz w:val="20"/>
        </w:rPr>
        <w:t>Attività ed esperienze professionali attinenti alla disciplina oggetto della selezione (</w:t>
      </w:r>
      <w:proofErr w:type="spellStart"/>
      <w:r w:rsidRPr="00394B98">
        <w:rPr>
          <w:i/>
          <w:sz w:val="20"/>
        </w:rPr>
        <w:t>max</w:t>
      </w:r>
      <w:proofErr w:type="spellEnd"/>
      <w:r w:rsidRPr="00394B98">
        <w:rPr>
          <w:i/>
          <w:sz w:val="20"/>
        </w:rPr>
        <w:t xml:space="preserve"> 25 punti/100)</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
    <w:p w:rsidR="004506C8" w:rsidRPr="004506C8" w:rsidRDefault="004506C8" w:rsidP="004506C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394B98">
        <w:rPr>
          <w:i/>
          <w:sz w:val="20"/>
        </w:rPr>
        <w:t>Attività scientifica nell’ambito del settore scientifico disciplinare dell’insegnamento (fino ad un</w:t>
      </w:r>
      <w:r w:rsidRPr="004506C8">
        <w:rPr>
          <w:sz w:val="20"/>
        </w:rPr>
        <w:t xml:space="preserve"> </w:t>
      </w:r>
      <w:proofErr w:type="spellStart"/>
      <w:r w:rsidRPr="004506C8">
        <w:rPr>
          <w:sz w:val="20"/>
        </w:rPr>
        <w:t>max</w:t>
      </w:r>
      <w:proofErr w:type="spellEnd"/>
      <w:r w:rsidRPr="004506C8">
        <w:rPr>
          <w:sz w:val="20"/>
        </w:rPr>
        <w:t xml:space="preserve"> 25 punti/100)</w:t>
      </w:r>
    </w:p>
    <w:p w:rsidR="004506C8" w:rsidRPr="004506C8"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4506C8">
        <w:rPr>
          <w:sz w:val="20"/>
        </w:rPr>
        <w:t xml:space="preserve">Pubblicazioni a stampa con impact </w:t>
      </w:r>
      <w:proofErr w:type="spellStart"/>
      <w:r w:rsidRPr="004506C8">
        <w:rPr>
          <w:sz w:val="20"/>
        </w:rPr>
        <w:t>factor</w:t>
      </w:r>
      <w:proofErr w:type="spellEnd"/>
      <w:r w:rsidRPr="004506C8">
        <w:rPr>
          <w:sz w:val="20"/>
        </w:rPr>
        <w:t xml:space="preserve"> attinenti ai contenuti dell’insegnamento richiesto (5 punti per ogni pubblicazione)</w:t>
      </w:r>
    </w:p>
    <w:p w:rsidR="004506C8" w:rsidRPr="004506C8"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4506C8">
        <w:rPr>
          <w:sz w:val="20"/>
        </w:rPr>
        <w:t xml:space="preserve">Pubblicazioni a stampa senza impact </w:t>
      </w:r>
      <w:proofErr w:type="spellStart"/>
      <w:r w:rsidRPr="004506C8">
        <w:rPr>
          <w:sz w:val="20"/>
        </w:rPr>
        <w:t>factor</w:t>
      </w:r>
      <w:proofErr w:type="spellEnd"/>
      <w:r w:rsidRPr="004506C8">
        <w:rPr>
          <w:sz w:val="20"/>
        </w:rPr>
        <w:t xml:space="preserve"> attinenti ai contenuti dell’insegnamento richiesto a stampa (1 punto per ogni pubblicazione)</w:t>
      </w:r>
    </w:p>
    <w:p w:rsidR="004506C8" w:rsidRPr="004506C8"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roofErr w:type="spellStart"/>
      <w:r w:rsidRPr="004506C8">
        <w:rPr>
          <w:sz w:val="20"/>
        </w:rPr>
        <w:t>Abstract</w:t>
      </w:r>
      <w:proofErr w:type="spellEnd"/>
      <w:r w:rsidRPr="004506C8">
        <w:rPr>
          <w:sz w:val="20"/>
        </w:rPr>
        <w:t xml:space="preserve"> su rivista attinenti ai contenuti dell’insegnamento richiesto con impact </w:t>
      </w:r>
      <w:proofErr w:type="spellStart"/>
      <w:r w:rsidRPr="004506C8">
        <w:rPr>
          <w:sz w:val="20"/>
        </w:rPr>
        <w:t>factor</w:t>
      </w:r>
      <w:proofErr w:type="spellEnd"/>
      <w:r w:rsidRPr="004506C8">
        <w:rPr>
          <w:sz w:val="20"/>
        </w:rPr>
        <w:t xml:space="preserve"> (0,5 punti per ogni </w:t>
      </w:r>
      <w:proofErr w:type="spellStart"/>
      <w:r w:rsidRPr="004506C8">
        <w:rPr>
          <w:sz w:val="20"/>
        </w:rPr>
        <w:t>abstract</w:t>
      </w:r>
      <w:proofErr w:type="spellEnd"/>
      <w:r w:rsidRPr="004506C8">
        <w:rPr>
          <w:sz w:val="20"/>
        </w:rPr>
        <w:t>)</w:t>
      </w:r>
    </w:p>
    <w:p w:rsidR="004506C8" w:rsidRPr="004506C8"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roofErr w:type="spellStart"/>
      <w:r w:rsidRPr="004506C8">
        <w:rPr>
          <w:sz w:val="20"/>
        </w:rPr>
        <w:t>Abstract</w:t>
      </w:r>
      <w:proofErr w:type="spellEnd"/>
      <w:r w:rsidRPr="004506C8">
        <w:rPr>
          <w:sz w:val="20"/>
        </w:rPr>
        <w:t xml:space="preserve"> su rivista attinenti ai contenuti dell’insegnamento richiesto senza impact </w:t>
      </w:r>
      <w:proofErr w:type="spellStart"/>
      <w:r w:rsidRPr="004506C8">
        <w:rPr>
          <w:sz w:val="20"/>
        </w:rPr>
        <w:t>factor</w:t>
      </w:r>
      <w:proofErr w:type="spellEnd"/>
      <w:r w:rsidRPr="004506C8">
        <w:rPr>
          <w:sz w:val="20"/>
        </w:rPr>
        <w:t xml:space="preserve"> (0,25 punti per ogni </w:t>
      </w:r>
      <w:proofErr w:type="spellStart"/>
      <w:r w:rsidRPr="004506C8">
        <w:rPr>
          <w:sz w:val="20"/>
        </w:rPr>
        <w:t>abstract</w:t>
      </w:r>
      <w:proofErr w:type="spellEnd"/>
      <w:r w:rsidRPr="004506C8">
        <w:rPr>
          <w:sz w:val="20"/>
        </w:rPr>
        <w:t>)</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rsidR="004506C8" w:rsidRPr="00394B98" w:rsidRDefault="004506C8" w:rsidP="00394B9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i/>
          <w:sz w:val="20"/>
        </w:rPr>
      </w:pPr>
      <w:r w:rsidRPr="00394B98">
        <w:rPr>
          <w:i/>
          <w:sz w:val="20"/>
        </w:rPr>
        <w:t xml:space="preserve">Attività didattica e di docenza di livello universitario (fino ad un </w:t>
      </w:r>
      <w:proofErr w:type="spellStart"/>
      <w:r w:rsidRPr="00394B98">
        <w:rPr>
          <w:i/>
          <w:sz w:val="20"/>
        </w:rPr>
        <w:t>max</w:t>
      </w:r>
      <w:proofErr w:type="spellEnd"/>
      <w:r w:rsidRPr="00394B98">
        <w:rPr>
          <w:i/>
          <w:sz w:val="20"/>
        </w:rPr>
        <w:t xml:space="preserve"> 25 punti/100)</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 xml:space="preserve">Incarichi di docenza universitari con particolare riferimento a quelli ricoperti nell’ambito del </w:t>
      </w:r>
      <w:r w:rsidR="00394B98">
        <w:rPr>
          <w:sz w:val="20"/>
        </w:rPr>
        <w:tab/>
      </w:r>
      <w:r w:rsidRPr="004506C8">
        <w:rPr>
          <w:sz w:val="20"/>
        </w:rPr>
        <w:t xml:space="preserve">medesimo settore scientifico disciplinare di afferenza della disciplina oggetto della selezione o </w:t>
      </w:r>
      <w:r w:rsidR="00394B98">
        <w:rPr>
          <w:sz w:val="20"/>
        </w:rPr>
        <w:tab/>
      </w:r>
      <w:r w:rsidRPr="004506C8">
        <w:rPr>
          <w:sz w:val="20"/>
        </w:rPr>
        <w:t>settore affine (1 punto per ogni incarico fino ad un massimo di 5 punti);</w:t>
      </w:r>
    </w:p>
    <w:p w:rsidR="004506C8" w:rsidRPr="004506C8"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4506C8">
        <w:rPr>
          <w:sz w:val="20"/>
        </w:rPr>
        <w:tab/>
        <w:t>Nomina di Cultore della materia (20 punti).</w:t>
      </w:r>
    </w:p>
    <w:p w:rsidR="004506C8" w:rsidRDefault="004506C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rsidR="006F5708" w:rsidRDefault="006F570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6F5708">
        <w:rPr>
          <w:sz w:val="20"/>
        </w:rPr>
        <w:t>Non saranno presi in considerazione ai fini della presente procedura titoli non rientranti nelle categorie sopra indicate.</w:t>
      </w:r>
      <w:r w:rsidRPr="006F5708">
        <w:rPr>
          <w:sz w:val="20"/>
        </w:rPr>
        <w:tab/>
      </w:r>
    </w:p>
    <w:p w:rsidR="00394B98" w:rsidRDefault="00394B9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394B98">
        <w:rPr>
          <w:sz w:val="20"/>
        </w:rPr>
        <w:t>In caso di concorrenza per il medesimo insegnamento di domande di personale universitario e dipendenti di ruolo del S.S.N., l’insegnamento viene affidato, di norma, al personale universitario.</w:t>
      </w:r>
    </w:p>
    <w:p w:rsidR="00394B98" w:rsidRDefault="00394B9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rsidR="006F5708" w:rsidRPr="006F5708" w:rsidRDefault="006F5708" w:rsidP="006F5708">
      <w:pPr>
        <w:spacing w:line="276" w:lineRule="auto"/>
        <w:jc w:val="center"/>
        <w:rPr>
          <w:b/>
          <w:sz w:val="20"/>
        </w:rPr>
      </w:pPr>
      <w:r w:rsidRPr="006F5708">
        <w:rPr>
          <w:b/>
          <w:sz w:val="20"/>
        </w:rPr>
        <w:t>Art. 5</w:t>
      </w:r>
    </w:p>
    <w:p w:rsidR="006F5708" w:rsidRPr="006F5708" w:rsidRDefault="006F5708" w:rsidP="006F5708">
      <w:pPr>
        <w:spacing w:line="276" w:lineRule="auto"/>
        <w:jc w:val="center"/>
        <w:rPr>
          <w:b/>
          <w:sz w:val="20"/>
        </w:rPr>
      </w:pPr>
      <w:r w:rsidRPr="006F5708">
        <w:rPr>
          <w:b/>
          <w:sz w:val="20"/>
        </w:rPr>
        <w:t>(Domanda di partecipazione)</w:t>
      </w:r>
    </w:p>
    <w:p w:rsidR="006F5708" w:rsidRPr="006F5708" w:rsidRDefault="006F5708" w:rsidP="006F5708">
      <w:pPr>
        <w:spacing w:line="276" w:lineRule="auto"/>
        <w:rPr>
          <w:sz w:val="20"/>
        </w:rPr>
      </w:pPr>
      <w:r w:rsidRPr="006F5708">
        <w:rPr>
          <w:sz w:val="20"/>
        </w:rPr>
        <w:t xml:space="preserve">La domanda di partecipazione, indirizzata </w:t>
      </w:r>
      <w:r w:rsidR="00394B98">
        <w:rPr>
          <w:sz w:val="20"/>
        </w:rPr>
        <w:t>ai Direttori dei Dipartimenti di Area Medica</w:t>
      </w:r>
      <w:r w:rsidRPr="006F5708">
        <w:rPr>
          <w:sz w:val="20"/>
        </w:rPr>
        <w:t xml:space="preserve">, </w:t>
      </w:r>
      <w:r w:rsidRPr="006F5708">
        <w:rPr>
          <w:sz w:val="20"/>
          <w:u w:val="single"/>
        </w:rPr>
        <w:t>deve essere redatta secondo il modulo allegato al presente bando</w:t>
      </w:r>
      <w:r w:rsidRPr="006F5708">
        <w:rPr>
          <w:sz w:val="20"/>
        </w:rPr>
        <w:t xml:space="preserve">, reperibile sul sito internet </w:t>
      </w:r>
      <w:hyperlink r:id="rId9" w:history="1">
        <w:r w:rsidRPr="006F5708">
          <w:rPr>
            <w:rStyle w:val="Collegamentoipertestuale"/>
            <w:sz w:val="20"/>
          </w:rPr>
          <w:t>www.medicina.unifg.it</w:t>
        </w:r>
      </w:hyperlink>
      <w:r w:rsidRPr="006F5708">
        <w:rPr>
          <w:sz w:val="20"/>
        </w:rPr>
        <w:t xml:space="preserve">. </w:t>
      </w:r>
    </w:p>
    <w:p w:rsidR="006F5708" w:rsidRPr="006F5708" w:rsidRDefault="006F5708" w:rsidP="006F5708">
      <w:pPr>
        <w:spacing w:line="276" w:lineRule="auto"/>
        <w:rPr>
          <w:sz w:val="20"/>
        </w:rPr>
      </w:pPr>
      <w:r w:rsidRPr="006F5708">
        <w:rPr>
          <w:sz w:val="20"/>
        </w:rPr>
        <w:t>I candidati dovranno indicare nella domanda:</w:t>
      </w:r>
    </w:p>
    <w:p w:rsidR="006F5708" w:rsidRPr="006F5708" w:rsidRDefault="006F5708" w:rsidP="006F5708">
      <w:pPr>
        <w:numPr>
          <w:ilvl w:val="0"/>
          <w:numId w:val="8"/>
        </w:numPr>
        <w:spacing w:line="276" w:lineRule="auto"/>
        <w:ind w:left="681" w:hanging="227"/>
        <w:rPr>
          <w:sz w:val="20"/>
        </w:rPr>
      </w:pPr>
      <w:r w:rsidRPr="006F5708">
        <w:rPr>
          <w:sz w:val="20"/>
        </w:rPr>
        <w:tab/>
        <w:t>cognome e nome;</w:t>
      </w:r>
    </w:p>
    <w:p w:rsidR="006F5708" w:rsidRPr="006F5708" w:rsidRDefault="006F5708" w:rsidP="006F5708">
      <w:pPr>
        <w:numPr>
          <w:ilvl w:val="0"/>
          <w:numId w:val="8"/>
        </w:numPr>
        <w:spacing w:line="276" w:lineRule="auto"/>
        <w:ind w:left="681" w:hanging="227"/>
        <w:rPr>
          <w:sz w:val="20"/>
        </w:rPr>
      </w:pPr>
      <w:r w:rsidRPr="006F5708">
        <w:rPr>
          <w:sz w:val="20"/>
        </w:rPr>
        <w:t xml:space="preserve"> </w:t>
      </w:r>
      <w:r w:rsidRPr="006F5708">
        <w:rPr>
          <w:sz w:val="20"/>
        </w:rPr>
        <w:tab/>
        <w:t>codice fiscale;</w:t>
      </w:r>
    </w:p>
    <w:p w:rsidR="006F5708" w:rsidRPr="006F5708" w:rsidRDefault="006F5708" w:rsidP="006F5708">
      <w:pPr>
        <w:numPr>
          <w:ilvl w:val="0"/>
          <w:numId w:val="8"/>
        </w:numPr>
        <w:spacing w:line="276" w:lineRule="auto"/>
        <w:ind w:left="681" w:hanging="227"/>
        <w:rPr>
          <w:sz w:val="20"/>
        </w:rPr>
      </w:pPr>
      <w:r w:rsidRPr="006F5708">
        <w:rPr>
          <w:sz w:val="20"/>
        </w:rPr>
        <w:t xml:space="preserve"> </w:t>
      </w:r>
      <w:r w:rsidRPr="006F5708">
        <w:rPr>
          <w:sz w:val="20"/>
        </w:rPr>
        <w:tab/>
        <w:t>luogo e data di nascita;</w:t>
      </w:r>
    </w:p>
    <w:p w:rsidR="006F5708" w:rsidRPr="006F5708" w:rsidRDefault="006F5708" w:rsidP="006F5708">
      <w:pPr>
        <w:numPr>
          <w:ilvl w:val="0"/>
          <w:numId w:val="8"/>
        </w:numPr>
        <w:spacing w:line="276" w:lineRule="auto"/>
        <w:ind w:left="681" w:hanging="227"/>
        <w:rPr>
          <w:sz w:val="20"/>
        </w:rPr>
      </w:pPr>
      <w:r w:rsidRPr="006F5708">
        <w:rPr>
          <w:sz w:val="20"/>
        </w:rPr>
        <w:t xml:space="preserve"> </w:t>
      </w:r>
      <w:r w:rsidRPr="006F5708">
        <w:rPr>
          <w:sz w:val="20"/>
        </w:rPr>
        <w:tab/>
      </w:r>
      <w:r w:rsidRPr="006F5708">
        <w:rPr>
          <w:sz w:val="20"/>
          <w:u w:val="single"/>
        </w:rPr>
        <w:t>per il personale universitario</w:t>
      </w:r>
      <w:r w:rsidRPr="006F5708">
        <w:rPr>
          <w:sz w:val="20"/>
        </w:rPr>
        <w:t>:</w:t>
      </w:r>
    </w:p>
    <w:p w:rsidR="006F5708" w:rsidRPr="006F5708" w:rsidRDefault="006F5708" w:rsidP="006F5708">
      <w:pPr>
        <w:numPr>
          <w:ilvl w:val="1"/>
          <w:numId w:val="8"/>
        </w:numPr>
        <w:spacing w:line="276" w:lineRule="auto"/>
        <w:rPr>
          <w:sz w:val="20"/>
        </w:rPr>
      </w:pPr>
      <w:r w:rsidRPr="006F5708">
        <w:rPr>
          <w:sz w:val="20"/>
        </w:rPr>
        <w:t>l’indicazione precisa dell’insegnamento, con il settore scientifico-disciplinare per il quale si intende essere ammessi alla selezione;</w:t>
      </w:r>
    </w:p>
    <w:p w:rsidR="006F5708" w:rsidRPr="006F5708" w:rsidRDefault="006F5708" w:rsidP="006F5708">
      <w:pPr>
        <w:numPr>
          <w:ilvl w:val="1"/>
          <w:numId w:val="8"/>
        </w:numPr>
        <w:spacing w:line="276" w:lineRule="auto"/>
        <w:rPr>
          <w:sz w:val="20"/>
        </w:rPr>
      </w:pPr>
      <w:r w:rsidRPr="006F5708">
        <w:rPr>
          <w:sz w:val="20"/>
        </w:rPr>
        <w:t>lo status accademico ricoperto al momento della presentazione della domanda;</w:t>
      </w:r>
    </w:p>
    <w:p w:rsidR="006F5708" w:rsidRPr="006F5708" w:rsidRDefault="006F5708" w:rsidP="006F5708">
      <w:pPr>
        <w:numPr>
          <w:ilvl w:val="1"/>
          <w:numId w:val="8"/>
        </w:numPr>
        <w:spacing w:line="276" w:lineRule="auto"/>
        <w:rPr>
          <w:sz w:val="20"/>
        </w:rPr>
      </w:pPr>
      <w:r w:rsidRPr="006F5708">
        <w:rPr>
          <w:sz w:val="20"/>
        </w:rPr>
        <w:t>l’Università e il Dipartimento di appartenenza;</w:t>
      </w:r>
    </w:p>
    <w:p w:rsidR="006F5708" w:rsidRPr="006F5708" w:rsidRDefault="006F5708" w:rsidP="006F5708">
      <w:pPr>
        <w:numPr>
          <w:ilvl w:val="0"/>
          <w:numId w:val="8"/>
        </w:numPr>
        <w:spacing w:line="276" w:lineRule="auto"/>
        <w:ind w:left="681" w:hanging="227"/>
        <w:rPr>
          <w:sz w:val="20"/>
        </w:rPr>
      </w:pPr>
      <w:r w:rsidRPr="006F5708">
        <w:rPr>
          <w:sz w:val="20"/>
        </w:rPr>
        <w:t xml:space="preserve"> </w:t>
      </w:r>
      <w:r w:rsidRPr="006F5708">
        <w:rPr>
          <w:sz w:val="20"/>
          <w:u w:val="single"/>
        </w:rPr>
        <w:t>per il personale dipendente del Servizio Sanitario Nazionale</w:t>
      </w:r>
      <w:r w:rsidRPr="006F5708">
        <w:rPr>
          <w:sz w:val="20"/>
        </w:rPr>
        <w:t>:</w:t>
      </w:r>
    </w:p>
    <w:p w:rsidR="006F5708" w:rsidRPr="006F5708" w:rsidRDefault="006F5708" w:rsidP="006F5708">
      <w:pPr>
        <w:numPr>
          <w:ilvl w:val="1"/>
          <w:numId w:val="8"/>
        </w:numPr>
        <w:spacing w:line="276" w:lineRule="auto"/>
        <w:rPr>
          <w:sz w:val="20"/>
        </w:rPr>
      </w:pPr>
      <w:r w:rsidRPr="006F5708">
        <w:rPr>
          <w:sz w:val="20"/>
        </w:rPr>
        <w:t>l’Azienda Sanitaria e la struttura presso la quale si presta servizio;</w:t>
      </w:r>
    </w:p>
    <w:p w:rsidR="006F5708" w:rsidRPr="006F5708" w:rsidRDefault="006F5708" w:rsidP="006F5708">
      <w:pPr>
        <w:numPr>
          <w:ilvl w:val="1"/>
          <w:numId w:val="8"/>
        </w:numPr>
        <w:spacing w:line="276" w:lineRule="auto"/>
        <w:rPr>
          <w:sz w:val="20"/>
        </w:rPr>
      </w:pPr>
      <w:r w:rsidRPr="006F5708">
        <w:rPr>
          <w:sz w:val="20"/>
        </w:rPr>
        <w:t>l’Unità operativa/reparto/divisione di attuale assegnazione;</w:t>
      </w:r>
    </w:p>
    <w:p w:rsidR="006F5708" w:rsidRPr="006F5708" w:rsidRDefault="006F5708" w:rsidP="006F5708">
      <w:pPr>
        <w:numPr>
          <w:ilvl w:val="1"/>
          <w:numId w:val="8"/>
        </w:numPr>
        <w:spacing w:line="276" w:lineRule="auto"/>
        <w:rPr>
          <w:sz w:val="20"/>
        </w:rPr>
      </w:pPr>
      <w:r w:rsidRPr="006F5708">
        <w:rPr>
          <w:sz w:val="20"/>
        </w:rPr>
        <w:t>la qualifica ricoperta (direttore di struttura, responsabile di struttura semplice, dirigente con incarico professionale di alta specializzazione, coordinatore ecc.)</w:t>
      </w:r>
    </w:p>
    <w:p w:rsidR="006F5708" w:rsidRPr="006F5708" w:rsidRDefault="006F5708" w:rsidP="006F5708">
      <w:pPr>
        <w:numPr>
          <w:ilvl w:val="0"/>
          <w:numId w:val="8"/>
        </w:numPr>
        <w:spacing w:line="276" w:lineRule="auto"/>
        <w:ind w:left="681" w:hanging="227"/>
        <w:rPr>
          <w:sz w:val="20"/>
        </w:rPr>
      </w:pPr>
      <w:r w:rsidRPr="006F5708">
        <w:rPr>
          <w:sz w:val="20"/>
        </w:rPr>
        <w:tab/>
        <w:t xml:space="preserve">il recapito eletto ai fini del concorso; ogni eventuale variazione dello stesso dovrà essere tempestivamente comunicata all’ufficio cui è stata indirizzata l’istanza di partecipazione. Questa </w:t>
      </w:r>
      <w:r w:rsidRPr="006F5708">
        <w:rPr>
          <w:sz w:val="20"/>
        </w:rPr>
        <w:lastRenderedPageBreak/>
        <w:t>Università non assume alcuna responsabilità nel caso di irreperibilità del destinatario e per la dispersione di comunicazioni dipendente da inesatta indicazione del recapito da parte del candidato o da mancata oppure tardiva comunicazione del cambiamento dell’indirizzo indicato nella domanda, né per eventuali disguidi postali o telegrafici non imputabili a colpa dell’amministrazione stessa o comunque imputabili a fatto di terzi, a caso fortuito o forza maggiore.</w:t>
      </w:r>
    </w:p>
    <w:p w:rsidR="006F5708" w:rsidRPr="006F5708" w:rsidRDefault="006F5708" w:rsidP="006F5708">
      <w:pPr>
        <w:spacing w:line="276" w:lineRule="auto"/>
        <w:rPr>
          <w:sz w:val="20"/>
        </w:rPr>
      </w:pPr>
      <w:r w:rsidRPr="006F5708">
        <w:rPr>
          <w:sz w:val="20"/>
        </w:rPr>
        <w:t>I candidati dovranno inoltre allegare alla domanda:</w:t>
      </w:r>
    </w:p>
    <w:p w:rsidR="006F5708" w:rsidRPr="00125593" w:rsidRDefault="006F5708" w:rsidP="006F5708">
      <w:pPr>
        <w:numPr>
          <w:ilvl w:val="0"/>
          <w:numId w:val="9"/>
        </w:numPr>
        <w:suppressAutoHyphens/>
        <w:spacing w:line="276" w:lineRule="auto"/>
        <w:rPr>
          <w:b/>
          <w:sz w:val="20"/>
        </w:rPr>
      </w:pPr>
      <w:r w:rsidRPr="006F5708">
        <w:rPr>
          <w:sz w:val="20"/>
        </w:rPr>
        <w:t xml:space="preserve">Curriculum dell’attività didattica, scientifica e professionale, datato e firmato, redatto sotto forma di dichiarazione sostitutiva di atto di notorietà ai sensi dell’art. 47 del D.P.R. n. 445 del 28/12/2000 </w:t>
      </w:r>
      <w:r w:rsidR="00E56848">
        <w:rPr>
          <w:b/>
          <w:sz w:val="20"/>
        </w:rPr>
        <w:t xml:space="preserve">esclusivamente </w:t>
      </w:r>
      <w:r w:rsidRPr="00394B98">
        <w:rPr>
          <w:b/>
          <w:sz w:val="20"/>
        </w:rPr>
        <w:t>secondo il modello compreso nel modulo di domanda</w:t>
      </w:r>
      <w:r w:rsidRPr="006F5708">
        <w:rPr>
          <w:sz w:val="20"/>
        </w:rPr>
        <w:t>.</w:t>
      </w:r>
      <w:r w:rsidR="00C1229C">
        <w:rPr>
          <w:sz w:val="20"/>
        </w:rPr>
        <w:t xml:space="preserve"> </w:t>
      </w:r>
      <w:r w:rsidRPr="00125593">
        <w:rPr>
          <w:b/>
          <w:sz w:val="20"/>
        </w:rPr>
        <w:t>I titoli non attinenti alla domanda di insegnamento non saranno comunque presi in considerazione.</w:t>
      </w:r>
    </w:p>
    <w:p w:rsidR="006F5708" w:rsidRPr="00125593" w:rsidRDefault="006F5708" w:rsidP="006F5708">
      <w:pPr>
        <w:spacing w:line="276" w:lineRule="auto"/>
        <w:ind w:left="720"/>
        <w:rPr>
          <w:sz w:val="20"/>
        </w:rPr>
      </w:pPr>
      <w:r w:rsidRPr="00125593">
        <w:rPr>
          <w:sz w:val="20"/>
        </w:rPr>
        <w:t>I</w:t>
      </w:r>
      <w:r w:rsidR="00125593">
        <w:rPr>
          <w:sz w:val="20"/>
        </w:rPr>
        <w:t xml:space="preserve"> Dipartimenti</w:t>
      </w:r>
      <w:r w:rsidRPr="00125593">
        <w:rPr>
          <w:sz w:val="20"/>
        </w:rPr>
        <w:t xml:space="preserve"> potr</w:t>
      </w:r>
      <w:r w:rsidR="00125593">
        <w:rPr>
          <w:sz w:val="20"/>
        </w:rPr>
        <w:t>anno</w:t>
      </w:r>
      <w:r w:rsidRPr="00125593">
        <w:rPr>
          <w:sz w:val="20"/>
        </w:rPr>
        <w:t xml:space="preserve"> richiedere copia dei documenti sopra indicati.</w:t>
      </w:r>
    </w:p>
    <w:p w:rsidR="006F5708" w:rsidRPr="00125593" w:rsidRDefault="006F5708" w:rsidP="006F5708">
      <w:pPr>
        <w:numPr>
          <w:ilvl w:val="0"/>
          <w:numId w:val="9"/>
        </w:numPr>
        <w:suppressAutoHyphens/>
        <w:spacing w:line="276" w:lineRule="auto"/>
        <w:rPr>
          <w:sz w:val="20"/>
        </w:rPr>
      </w:pPr>
      <w:r w:rsidRPr="00125593">
        <w:rPr>
          <w:sz w:val="20"/>
        </w:rPr>
        <w:t>Copia di un documento di identità in corso di validità.</w:t>
      </w:r>
    </w:p>
    <w:p w:rsidR="006F5708" w:rsidRPr="00C1229C" w:rsidRDefault="006F5708" w:rsidP="006F5708">
      <w:pPr>
        <w:spacing w:line="276" w:lineRule="auto"/>
        <w:rPr>
          <w:b/>
          <w:sz w:val="20"/>
        </w:rPr>
      </w:pPr>
      <w:r w:rsidRPr="00C1229C">
        <w:rPr>
          <w:b/>
          <w:sz w:val="20"/>
        </w:rPr>
        <w:t>Sono esonerati dall’obbligo di produzione della documentazione allegata alla domanda (punti 1, 2 e 3 sopra indicati) i docenti e i ricercatori in servizio presso l’Università degli Studi di Foggia. L’Amministrazione potrà comunque chiedere di acquisire tale documentazione ai fini della valutazione delle domande di insegnamento.</w:t>
      </w:r>
    </w:p>
    <w:p w:rsidR="006F5708" w:rsidRPr="006F5708" w:rsidRDefault="006F5708" w:rsidP="006F5708">
      <w:pPr>
        <w:spacing w:line="276" w:lineRule="auto"/>
        <w:rPr>
          <w:sz w:val="20"/>
        </w:rPr>
      </w:pPr>
      <w:r w:rsidRPr="006F5708">
        <w:rPr>
          <w:sz w:val="20"/>
        </w:rPr>
        <w:t xml:space="preserve">Per i professori e ricercatori universitari provenienti da altro Ateneo l’efficacia dell’eventuale affidamento dell’insegnamento </w:t>
      </w:r>
      <w:r w:rsidRPr="006F5708">
        <w:rPr>
          <w:sz w:val="20"/>
          <w:u w:val="single"/>
        </w:rPr>
        <w:t>è subordinata all’ottenimento dell’autorizzazione del Rettore dell’Università di provenienza rilasciata ai sensi dell’art. 6, comma 10, della legge 30 dicembre 2010, n. 240</w:t>
      </w:r>
      <w:r w:rsidRPr="006F5708">
        <w:rPr>
          <w:sz w:val="20"/>
        </w:rPr>
        <w:t>.</w:t>
      </w:r>
    </w:p>
    <w:p w:rsidR="006F5708" w:rsidRPr="006F5708" w:rsidRDefault="006F5708" w:rsidP="006F5708">
      <w:pPr>
        <w:spacing w:line="276" w:lineRule="auto"/>
        <w:rPr>
          <w:sz w:val="20"/>
        </w:rPr>
      </w:pPr>
      <w:r w:rsidRPr="006F5708">
        <w:rPr>
          <w:sz w:val="20"/>
        </w:rPr>
        <w:t xml:space="preserve">Per i candidati dipendenti di ruolo delle Aziende Sanitarie l’efficacia dell’eventuale affidamento dell’insegnamento </w:t>
      </w:r>
      <w:r w:rsidRPr="006F5708">
        <w:rPr>
          <w:sz w:val="20"/>
          <w:u w:val="single"/>
        </w:rPr>
        <w:t>è subordinata all’ottenimento dell’autorizzazione da parte del Direttore Generale dell’Azienda di appartenenza ai sensi della normativa vigente e dell’art. 3 del Protocollo di Intesa tra Regione Puglia e Università degli Studi di Foggia per la collaborazione nella formazione del personale sanitario non medico</w:t>
      </w:r>
      <w:r w:rsidRPr="006F5708">
        <w:rPr>
          <w:sz w:val="20"/>
        </w:rPr>
        <w:t xml:space="preserve">. </w:t>
      </w:r>
    </w:p>
    <w:p w:rsidR="006F5708" w:rsidRPr="006F5708" w:rsidRDefault="006F5708" w:rsidP="006F5708">
      <w:pPr>
        <w:spacing w:line="276" w:lineRule="auto"/>
        <w:rPr>
          <w:b/>
          <w:sz w:val="20"/>
          <w:u w:val="single"/>
        </w:rPr>
      </w:pPr>
      <w:r w:rsidRPr="006F5708">
        <w:rPr>
          <w:b/>
          <w:sz w:val="20"/>
          <w:u w:val="single"/>
        </w:rPr>
        <w:t>L’Amministrazione Universitaria provvederà direttamente a chiedere l’autorizzazione per ciascun dipendente del S.S.N. al quale intende affidare incarichi didattici.</w:t>
      </w:r>
    </w:p>
    <w:p w:rsidR="006F5708" w:rsidRPr="006F5708" w:rsidRDefault="006F5708" w:rsidP="006F5708">
      <w:pPr>
        <w:spacing w:line="276" w:lineRule="auto"/>
        <w:rPr>
          <w:sz w:val="20"/>
        </w:rPr>
      </w:pPr>
      <w:r w:rsidRPr="006F5708">
        <w:rPr>
          <w:sz w:val="20"/>
        </w:rPr>
        <w:t>L’Amministrazione si riserva di procedere a controlli sulla veridicità del contenuto delle dichiarazioni sostitutive.</w:t>
      </w:r>
    </w:p>
    <w:p w:rsidR="006F5708" w:rsidRPr="006F5708" w:rsidRDefault="006F5708" w:rsidP="006F5708">
      <w:pPr>
        <w:spacing w:line="276" w:lineRule="auto"/>
        <w:rPr>
          <w:sz w:val="20"/>
        </w:rPr>
      </w:pPr>
      <w:r w:rsidRPr="006F5708">
        <w:rPr>
          <w:sz w:val="20"/>
        </w:rPr>
        <w:t xml:space="preserve">Non saranno prese in considerazione integrazioni della domanda che dovessero pervenire dopo il termine di scadenza per la presentazione delle domande stesse. </w:t>
      </w:r>
    </w:p>
    <w:p w:rsidR="00125593" w:rsidRDefault="00125593"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6</w:t>
      </w:r>
    </w:p>
    <w:p w:rsidR="006F5708" w:rsidRDefault="006F5708" w:rsidP="006F5708">
      <w:pPr>
        <w:spacing w:line="276" w:lineRule="auto"/>
        <w:jc w:val="center"/>
        <w:rPr>
          <w:b/>
          <w:sz w:val="20"/>
        </w:rPr>
      </w:pPr>
      <w:r w:rsidRPr="006F5708">
        <w:rPr>
          <w:b/>
          <w:sz w:val="20"/>
        </w:rPr>
        <w:t>(Modalità di presentazione della domanda)</w:t>
      </w:r>
    </w:p>
    <w:p w:rsidR="002F1660" w:rsidRDefault="002F1660" w:rsidP="002F1660">
      <w:pPr>
        <w:pStyle w:val="Default"/>
        <w:rPr>
          <w:sz w:val="20"/>
          <w:szCs w:val="20"/>
        </w:rPr>
      </w:pPr>
      <w:r>
        <w:rPr>
          <w:b/>
          <w:bCs/>
          <w:i/>
          <w:iCs/>
          <w:sz w:val="20"/>
          <w:szCs w:val="20"/>
        </w:rPr>
        <w:t xml:space="preserve">Per la sede di Lagonegro </w:t>
      </w:r>
    </w:p>
    <w:p w:rsidR="002F1660" w:rsidRDefault="002F1660" w:rsidP="002F1660">
      <w:pPr>
        <w:pStyle w:val="Default"/>
        <w:rPr>
          <w:sz w:val="20"/>
          <w:szCs w:val="20"/>
        </w:rPr>
      </w:pPr>
      <w:r>
        <w:rPr>
          <w:sz w:val="20"/>
          <w:szCs w:val="20"/>
        </w:rPr>
        <w:t xml:space="preserve">La domanda, potrà essere presentata direttamente presso la sede del Corso di Laurea, in Via B. </w:t>
      </w:r>
      <w:proofErr w:type="spellStart"/>
      <w:r>
        <w:rPr>
          <w:sz w:val="20"/>
          <w:szCs w:val="20"/>
        </w:rPr>
        <w:t>Picardi</w:t>
      </w:r>
      <w:proofErr w:type="spellEnd"/>
      <w:r>
        <w:rPr>
          <w:sz w:val="20"/>
          <w:szCs w:val="20"/>
        </w:rPr>
        <w:t xml:space="preserve"> – Palazzo Corrado – Lagonegro (PZ) </w:t>
      </w:r>
    </w:p>
    <w:p w:rsidR="002F1660" w:rsidRDefault="002F1660" w:rsidP="002F1660">
      <w:pPr>
        <w:pStyle w:val="Default"/>
        <w:rPr>
          <w:sz w:val="20"/>
          <w:szCs w:val="20"/>
        </w:rPr>
      </w:pPr>
      <w:r>
        <w:rPr>
          <w:b/>
          <w:bCs/>
          <w:sz w:val="20"/>
          <w:szCs w:val="20"/>
        </w:rPr>
        <w:t xml:space="preserve">La domanda potrà essere presentata dal lunedì al venerdì dalle 10:00 alle 12:30. </w:t>
      </w:r>
    </w:p>
    <w:p w:rsidR="002F1660" w:rsidRDefault="002F1660" w:rsidP="002F1660">
      <w:pPr>
        <w:pStyle w:val="Default"/>
        <w:rPr>
          <w:sz w:val="20"/>
          <w:szCs w:val="20"/>
        </w:rPr>
      </w:pPr>
      <w:r>
        <w:rPr>
          <w:b/>
          <w:bCs/>
          <w:sz w:val="20"/>
          <w:szCs w:val="20"/>
        </w:rPr>
        <w:t xml:space="preserve">La sede decentrata provvederà a trasmettere tutta la documentazione raccolta ai Dipartimenti. </w:t>
      </w:r>
    </w:p>
    <w:p w:rsidR="002F1660" w:rsidRDefault="002F1660" w:rsidP="002F1660">
      <w:pPr>
        <w:pStyle w:val="Default"/>
        <w:rPr>
          <w:sz w:val="20"/>
          <w:szCs w:val="20"/>
        </w:rPr>
      </w:pPr>
      <w:r>
        <w:rPr>
          <w:sz w:val="20"/>
          <w:szCs w:val="20"/>
        </w:rPr>
        <w:t xml:space="preserve">La domanda potrà, in alternativa, essere spedita per raccomandata A.R. ai Dipartimenti di Area Medica – Centro di Ricerche Biomediche “Emanuele Altomare” sito in Via Napoli, 20 71122 Foggia o e-mail </w:t>
      </w:r>
      <w:r>
        <w:rPr>
          <w:b/>
          <w:bCs/>
          <w:sz w:val="20"/>
          <w:szCs w:val="20"/>
        </w:rPr>
        <w:t xml:space="preserve">esclusivamente dal proprio indirizzo di posta elettronica certificata all’indirizzo dipartimentomedicinaclinica@cert.unifg.it, </w:t>
      </w:r>
      <w:r>
        <w:rPr>
          <w:sz w:val="20"/>
          <w:szCs w:val="20"/>
        </w:rPr>
        <w:t xml:space="preserve">indicando nell’oggetto </w:t>
      </w:r>
      <w:r>
        <w:rPr>
          <w:b/>
          <w:bCs/>
          <w:sz w:val="20"/>
          <w:szCs w:val="20"/>
        </w:rPr>
        <w:t>“</w:t>
      </w:r>
      <w:r>
        <w:rPr>
          <w:i/>
          <w:iCs/>
          <w:sz w:val="20"/>
          <w:szCs w:val="20"/>
        </w:rPr>
        <w:t xml:space="preserve">Domanda di partecipazione </w:t>
      </w:r>
      <w:r>
        <w:rPr>
          <w:i/>
          <w:iCs/>
          <w:sz w:val="20"/>
          <w:szCs w:val="20"/>
        </w:rPr>
        <w:lastRenderedPageBreak/>
        <w:t>all’avviso di selezione per il conferimento di incarichi didattici di Dipartimenti di Area Medica per l’</w:t>
      </w:r>
      <w:proofErr w:type="spellStart"/>
      <w:r>
        <w:rPr>
          <w:i/>
          <w:iCs/>
          <w:sz w:val="20"/>
          <w:szCs w:val="20"/>
        </w:rPr>
        <w:t>a.a</w:t>
      </w:r>
      <w:proofErr w:type="spellEnd"/>
      <w:r>
        <w:rPr>
          <w:i/>
          <w:iCs/>
          <w:sz w:val="20"/>
          <w:szCs w:val="20"/>
        </w:rPr>
        <w:t xml:space="preserve">. 2015/2016 – sede di Lagonegro” ”. </w:t>
      </w:r>
      <w:r>
        <w:rPr>
          <w:b/>
          <w:bCs/>
          <w:i/>
          <w:iCs/>
          <w:sz w:val="20"/>
          <w:szCs w:val="20"/>
        </w:rPr>
        <w:t xml:space="preserve">Non saranno prese in considerazione istanza spedite da un indirizzo di posta elettronica non certificata. </w:t>
      </w:r>
    </w:p>
    <w:p w:rsidR="00795B4E" w:rsidRDefault="002F1660" w:rsidP="002F1660">
      <w:pPr>
        <w:spacing w:line="276" w:lineRule="auto"/>
        <w:rPr>
          <w:i/>
          <w:sz w:val="20"/>
        </w:rPr>
      </w:pPr>
      <w:r w:rsidRPr="008105E0">
        <w:rPr>
          <w:sz w:val="20"/>
        </w:rPr>
        <w:t xml:space="preserve">La domanda dovrà pervenire, a pena </w:t>
      </w:r>
      <w:r w:rsidRPr="008105E0">
        <w:rPr>
          <w:b/>
          <w:bCs/>
          <w:sz w:val="20"/>
        </w:rPr>
        <w:t xml:space="preserve">di esclusione, entro le ore 12:30 del </w:t>
      </w:r>
      <w:r w:rsidR="008105E0" w:rsidRPr="008105E0">
        <w:rPr>
          <w:b/>
          <w:bCs/>
          <w:sz w:val="20"/>
        </w:rPr>
        <w:t>02 febbraio 2016</w:t>
      </w:r>
      <w:r w:rsidRPr="008105E0">
        <w:rPr>
          <w:sz w:val="20"/>
        </w:rPr>
        <w:t>. Pe</w:t>
      </w:r>
      <w:r>
        <w:rPr>
          <w:sz w:val="20"/>
        </w:rPr>
        <w:t>r le domande spedite per raccomandata A.R. farà fede il timbro di ricevimento dello sportello preposto al ricevimento delle domande.</w:t>
      </w:r>
    </w:p>
    <w:p w:rsidR="00795B4E" w:rsidRPr="006F5708" w:rsidRDefault="00795B4E" w:rsidP="00795B4E">
      <w:pPr>
        <w:spacing w:line="276" w:lineRule="auto"/>
        <w:rPr>
          <w:color w:val="FF0000"/>
          <w:sz w:val="20"/>
        </w:rPr>
      </w:pPr>
      <w:r w:rsidRPr="006F5708">
        <w:rPr>
          <w:sz w:val="20"/>
        </w:rPr>
        <w:t>I requisiti per ottenere l’ammissione dovranno essere posseduti alla data di scadenza del termine utile per la presentazione della domanda.</w:t>
      </w:r>
    </w:p>
    <w:p w:rsidR="00795B4E" w:rsidRDefault="00795B4E"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7</w:t>
      </w:r>
    </w:p>
    <w:p w:rsidR="006F5708" w:rsidRPr="006F5708" w:rsidRDefault="006F5708" w:rsidP="006F5708">
      <w:pPr>
        <w:spacing w:line="276" w:lineRule="auto"/>
        <w:jc w:val="center"/>
        <w:rPr>
          <w:b/>
          <w:sz w:val="20"/>
        </w:rPr>
      </w:pPr>
      <w:r w:rsidRPr="006F5708">
        <w:rPr>
          <w:b/>
          <w:sz w:val="20"/>
        </w:rPr>
        <w:t>(Valutazione comparativa)</w:t>
      </w:r>
    </w:p>
    <w:p w:rsidR="006F5708" w:rsidRPr="006F5708" w:rsidRDefault="006F5708" w:rsidP="006F5708">
      <w:pPr>
        <w:spacing w:line="276" w:lineRule="auto"/>
        <w:rPr>
          <w:sz w:val="20"/>
        </w:rPr>
      </w:pPr>
      <w:r w:rsidRPr="006F5708">
        <w:rPr>
          <w:sz w:val="20"/>
        </w:rPr>
        <w:t>La valutazione comparativa sarà svolta dalla Commissione Didattica del Corso di Laurea interessato. Al termine delle procedure selettive il Consiglio di Dipartimento approverà, con deliberazione, la graduatoria dei candidati idonei e affiderà gli insegnamenti.</w:t>
      </w:r>
    </w:p>
    <w:p w:rsidR="006F5708" w:rsidRPr="006F5708" w:rsidRDefault="006F5708" w:rsidP="006F5708">
      <w:pPr>
        <w:spacing w:line="276" w:lineRule="auto"/>
        <w:rPr>
          <w:sz w:val="20"/>
        </w:rPr>
      </w:pPr>
      <w:r w:rsidRPr="006F5708">
        <w:rPr>
          <w:sz w:val="20"/>
        </w:rPr>
        <w:t xml:space="preserve">L’esito della selezione sarà reso pubblico esclusivamente mediante pubblicazione sul sito web </w:t>
      </w:r>
      <w:hyperlink r:id="rId10" w:history="1">
        <w:r w:rsidRPr="006F5708">
          <w:rPr>
            <w:rStyle w:val="Collegamentoipertestuale"/>
            <w:sz w:val="20"/>
          </w:rPr>
          <w:t>www.medicina.unifg.it</w:t>
        </w:r>
      </w:hyperlink>
      <w:r w:rsidRPr="006F5708">
        <w:rPr>
          <w:sz w:val="20"/>
        </w:rPr>
        <w:t>.</w:t>
      </w:r>
    </w:p>
    <w:p w:rsidR="006F5708" w:rsidRPr="006F5708" w:rsidRDefault="006F5708" w:rsidP="006F5708">
      <w:pPr>
        <w:spacing w:line="276" w:lineRule="auto"/>
        <w:rPr>
          <w:sz w:val="20"/>
        </w:rPr>
      </w:pPr>
      <w:r w:rsidRPr="006F5708">
        <w:rPr>
          <w:sz w:val="20"/>
        </w:rPr>
        <w:t>Le graduatorie hanno validità esclusivamente per l’anno accademico per il quale si è svolta la selezione. Nel caso di rinuncia o di risoluzione del rapporto nel corso dell’anno accademico, l’incarico può essere conferito ad altro idoneo, secondo l’ordine di graduatoria.</w:t>
      </w:r>
    </w:p>
    <w:p w:rsidR="006F5708" w:rsidRPr="006F5708" w:rsidRDefault="006F5708" w:rsidP="006F5708">
      <w:pPr>
        <w:spacing w:line="276" w:lineRule="auto"/>
        <w:rPr>
          <w:sz w:val="20"/>
        </w:rPr>
      </w:pPr>
      <w:r w:rsidRPr="006F5708">
        <w:rPr>
          <w:sz w:val="20"/>
        </w:rPr>
        <w:t xml:space="preserve">Prima del formale affidamento degli insegnamenti, </w:t>
      </w:r>
      <w:r w:rsidR="0065451C">
        <w:rPr>
          <w:sz w:val="20"/>
        </w:rPr>
        <w:t>i Dipartimenti</w:t>
      </w:r>
      <w:r w:rsidRPr="006F5708">
        <w:rPr>
          <w:sz w:val="20"/>
        </w:rPr>
        <w:t xml:space="preserve"> si riserva</w:t>
      </w:r>
      <w:r w:rsidR="0065451C">
        <w:rPr>
          <w:sz w:val="20"/>
        </w:rPr>
        <w:t>no</w:t>
      </w:r>
      <w:r w:rsidRPr="006F5708">
        <w:rPr>
          <w:sz w:val="20"/>
        </w:rPr>
        <w:t xml:space="preserve"> la facoltà di revocare la vacanza di ciascun insegnamento, nel caso in cui nel frattempo siano venute meno le esigenze che hanno reso necessaria l’apertura della procedura di vacanza.</w:t>
      </w:r>
    </w:p>
    <w:p w:rsidR="00EA4FFF" w:rsidRDefault="00EA4FFF"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8</w:t>
      </w:r>
    </w:p>
    <w:p w:rsidR="006F5708" w:rsidRPr="006F5708" w:rsidRDefault="006F5708" w:rsidP="006F5708">
      <w:pPr>
        <w:spacing w:line="276" w:lineRule="auto"/>
        <w:jc w:val="center"/>
        <w:rPr>
          <w:b/>
          <w:sz w:val="20"/>
        </w:rPr>
      </w:pPr>
      <w:r w:rsidRPr="006F5708">
        <w:rPr>
          <w:b/>
          <w:sz w:val="20"/>
        </w:rPr>
        <w:t>(Ricorsi)</w:t>
      </w:r>
    </w:p>
    <w:p w:rsidR="006F5708" w:rsidRPr="006F5708" w:rsidRDefault="006F5708" w:rsidP="006F5708">
      <w:pPr>
        <w:spacing w:line="276" w:lineRule="auto"/>
        <w:rPr>
          <w:sz w:val="20"/>
        </w:rPr>
      </w:pPr>
      <w:r w:rsidRPr="006F5708">
        <w:rPr>
          <w:sz w:val="20"/>
        </w:rPr>
        <w:t xml:space="preserve">Avverso il provvedimento di affidamento i partecipanti potranno presentare ricorso al Magnifico Rettore entro 15 giorni dalla pubblicazione dell’esito della selezione. </w:t>
      </w:r>
    </w:p>
    <w:p w:rsidR="006F5708" w:rsidRPr="006F5708" w:rsidRDefault="006F5708"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9</w:t>
      </w:r>
    </w:p>
    <w:p w:rsidR="006F5708" w:rsidRPr="006F5708" w:rsidRDefault="006F5708" w:rsidP="006F5708">
      <w:pPr>
        <w:spacing w:line="276" w:lineRule="auto"/>
        <w:jc w:val="center"/>
        <w:rPr>
          <w:b/>
          <w:sz w:val="20"/>
        </w:rPr>
      </w:pPr>
      <w:r w:rsidRPr="006F5708">
        <w:rPr>
          <w:b/>
          <w:sz w:val="20"/>
        </w:rPr>
        <w:t>(Osservanza doveri previsti dal Regolamento Didattico)</w:t>
      </w:r>
    </w:p>
    <w:p w:rsidR="006F5708" w:rsidRPr="006F5708" w:rsidRDefault="006F5708" w:rsidP="006F5708">
      <w:pPr>
        <w:spacing w:line="276" w:lineRule="auto"/>
        <w:rPr>
          <w:sz w:val="20"/>
        </w:rPr>
      </w:pPr>
      <w:r w:rsidRPr="006F5708">
        <w:rPr>
          <w:sz w:val="20"/>
        </w:rPr>
        <w:t>I soggetti incaricati sono tenuti all’osservanza dei doveri previsti dal Regolamento didattico di Ateneo e dai Regolamenti didattici dei Corsi di Laurea, con particolare riferimento alle lezioni, esercitazioni e seminari, alla partecipazione ad organismi didattici, al ricevimento e all’assistenza agli studenti, alla partecipazione agli esami di profitto e di laurea, alla documentazione dell’attività svolta.</w:t>
      </w:r>
    </w:p>
    <w:p w:rsidR="00EA4FFF" w:rsidRDefault="00EA4FFF"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10</w:t>
      </w:r>
    </w:p>
    <w:p w:rsidR="006F5708" w:rsidRPr="006F5708" w:rsidRDefault="006F5708" w:rsidP="006F5708">
      <w:pPr>
        <w:spacing w:line="276" w:lineRule="auto"/>
        <w:jc w:val="center"/>
        <w:rPr>
          <w:b/>
          <w:sz w:val="20"/>
        </w:rPr>
      </w:pPr>
      <w:r w:rsidRPr="006F5708">
        <w:rPr>
          <w:b/>
          <w:sz w:val="20"/>
        </w:rPr>
        <w:t>(Responsabile del procedimento)</w:t>
      </w:r>
    </w:p>
    <w:p w:rsidR="006F5708" w:rsidRPr="006F5708" w:rsidRDefault="006F5708" w:rsidP="006F5708">
      <w:pPr>
        <w:spacing w:line="276" w:lineRule="auto"/>
        <w:rPr>
          <w:sz w:val="20"/>
        </w:rPr>
      </w:pPr>
      <w:r w:rsidRPr="006F5708">
        <w:rPr>
          <w:sz w:val="20"/>
        </w:rPr>
        <w:t xml:space="preserve">Il responsabile del procedimento amministrativo, ai sensi della legge 241/90 e s.m.i., è individuato nella dott.ssa Maria Grazia Lauriola (tel. 0881-588026 – e.mail: graziamaria.lauriola@unifg.it). </w:t>
      </w:r>
    </w:p>
    <w:p w:rsidR="006F5708" w:rsidRPr="006F5708" w:rsidRDefault="006F5708" w:rsidP="006F5708">
      <w:pPr>
        <w:spacing w:line="276" w:lineRule="auto"/>
        <w:jc w:val="center"/>
        <w:rPr>
          <w:b/>
          <w:sz w:val="20"/>
        </w:rPr>
      </w:pPr>
      <w:r w:rsidRPr="006F5708">
        <w:rPr>
          <w:b/>
          <w:sz w:val="20"/>
        </w:rPr>
        <w:t>Art. 11</w:t>
      </w:r>
    </w:p>
    <w:p w:rsidR="006F5708" w:rsidRPr="006F5708" w:rsidRDefault="006F5708" w:rsidP="006F5708">
      <w:pPr>
        <w:spacing w:line="276" w:lineRule="auto"/>
        <w:jc w:val="center"/>
        <w:rPr>
          <w:b/>
          <w:sz w:val="20"/>
        </w:rPr>
      </w:pPr>
      <w:r w:rsidRPr="006F5708">
        <w:rPr>
          <w:b/>
          <w:sz w:val="20"/>
        </w:rPr>
        <w:t>(Trattamento dei dati personali)</w:t>
      </w:r>
    </w:p>
    <w:p w:rsidR="006F5708" w:rsidRPr="006F5708" w:rsidRDefault="006F5708" w:rsidP="006F5708">
      <w:pPr>
        <w:spacing w:line="276" w:lineRule="auto"/>
        <w:rPr>
          <w:sz w:val="20"/>
        </w:rPr>
      </w:pPr>
      <w:r w:rsidRPr="006F5708">
        <w:rPr>
          <w:sz w:val="20"/>
        </w:rPr>
        <w:t>Si informa che i dati personali raccolti saranno trattati esclusivamente per le finalità connesse e strumentali alla selezione di cui al presente Avviso, ed all’affidamento degli insegnamenti, in applicazione e nel rispetto di quanto disposto dal D. Lgs. n. 196 del 30 giugno 2003.</w:t>
      </w:r>
    </w:p>
    <w:p w:rsidR="006F5708" w:rsidRPr="006F5708" w:rsidRDefault="006F5708" w:rsidP="006F5708">
      <w:pPr>
        <w:spacing w:line="276" w:lineRule="auto"/>
        <w:jc w:val="center"/>
        <w:rPr>
          <w:b/>
          <w:sz w:val="20"/>
        </w:rPr>
      </w:pPr>
    </w:p>
    <w:p w:rsidR="006F5708" w:rsidRPr="006F5708" w:rsidRDefault="006F5708" w:rsidP="006F5708">
      <w:pPr>
        <w:spacing w:line="276" w:lineRule="auto"/>
        <w:jc w:val="center"/>
        <w:rPr>
          <w:b/>
          <w:sz w:val="20"/>
        </w:rPr>
      </w:pPr>
      <w:r w:rsidRPr="006F5708">
        <w:rPr>
          <w:b/>
          <w:sz w:val="20"/>
        </w:rPr>
        <w:t>Art. 12</w:t>
      </w:r>
    </w:p>
    <w:p w:rsidR="006F5708" w:rsidRPr="006F5708" w:rsidRDefault="006F5708" w:rsidP="006F5708">
      <w:pPr>
        <w:spacing w:line="276" w:lineRule="auto"/>
        <w:jc w:val="center"/>
        <w:rPr>
          <w:b/>
          <w:sz w:val="20"/>
        </w:rPr>
      </w:pPr>
      <w:r w:rsidRPr="006F5708">
        <w:rPr>
          <w:b/>
          <w:sz w:val="20"/>
        </w:rPr>
        <w:t>(Rinvio)</w:t>
      </w:r>
    </w:p>
    <w:p w:rsidR="006F5708" w:rsidRPr="006F5708" w:rsidRDefault="006F5708" w:rsidP="006F5708">
      <w:pPr>
        <w:spacing w:line="276" w:lineRule="auto"/>
        <w:rPr>
          <w:sz w:val="20"/>
        </w:rPr>
      </w:pPr>
      <w:r w:rsidRPr="006F5708">
        <w:rPr>
          <w:sz w:val="20"/>
        </w:rPr>
        <w:t>Per quanto non espressamente previsto dal presente avviso, si rinvia alla normativa legislativa e regolamentare vigente.</w:t>
      </w:r>
    </w:p>
    <w:p w:rsidR="00EA4FFF" w:rsidRPr="006F5708" w:rsidRDefault="00EA4FFF" w:rsidP="006F5708">
      <w:pPr>
        <w:spacing w:line="276" w:lineRule="auto"/>
        <w:rPr>
          <w:sz w:val="20"/>
        </w:rPr>
      </w:pPr>
    </w:p>
    <w:p w:rsidR="0046470A" w:rsidRPr="006F5708" w:rsidRDefault="006F5708" w:rsidP="00964D5B">
      <w:pPr>
        <w:spacing w:line="240" w:lineRule="auto"/>
        <w:jc w:val="center"/>
        <w:rPr>
          <w:b/>
          <w:sz w:val="20"/>
        </w:rPr>
      </w:pPr>
      <w:r w:rsidRPr="006F5708">
        <w:rPr>
          <w:b/>
          <w:sz w:val="20"/>
        </w:rPr>
        <w:t xml:space="preserve">   </w:t>
      </w:r>
      <w:r w:rsidRPr="006F5708">
        <w:rPr>
          <w:b/>
          <w:sz w:val="20"/>
        </w:rPr>
        <w:tab/>
      </w:r>
      <w:r w:rsidRPr="006F5708">
        <w:rPr>
          <w:b/>
          <w:sz w:val="20"/>
        </w:rPr>
        <w:tab/>
      </w:r>
      <w:r w:rsidRPr="006F5708">
        <w:rPr>
          <w:b/>
          <w:sz w:val="20"/>
        </w:rPr>
        <w:tab/>
      </w:r>
      <w:r w:rsidRPr="006F5708">
        <w:rPr>
          <w:b/>
          <w:sz w:val="20"/>
        </w:rPr>
        <w:tab/>
      </w:r>
      <w:r w:rsidRPr="006F5708">
        <w:rPr>
          <w:b/>
          <w:sz w:val="20"/>
        </w:rPr>
        <w:tab/>
      </w:r>
      <w:r w:rsidRPr="006F5708">
        <w:rPr>
          <w:b/>
          <w:sz w:val="20"/>
        </w:rPr>
        <w:tab/>
      </w:r>
      <w:r w:rsidRPr="006F5708">
        <w:rPr>
          <w:b/>
          <w:sz w:val="20"/>
        </w:rPr>
        <w:tab/>
      </w:r>
      <w:r w:rsidR="00964D5B">
        <w:rPr>
          <w:noProof/>
        </w:rPr>
        <w:drawing>
          <wp:inline distT="0" distB="0" distL="0" distR="0">
            <wp:extent cx="2108200" cy="1130300"/>
            <wp:effectExtent l="0" t="0" r="635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8200" cy="1130300"/>
                    </a:xfrm>
                    <a:prstGeom prst="rect">
                      <a:avLst/>
                    </a:prstGeom>
                    <a:noFill/>
                    <a:ln>
                      <a:noFill/>
                    </a:ln>
                  </pic:spPr>
                </pic:pic>
              </a:graphicData>
            </a:graphic>
          </wp:inline>
        </w:drawing>
      </w:r>
    </w:p>
    <w:p w:rsidR="002C0AAF" w:rsidRPr="006F5708" w:rsidRDefault="00964D5B" w:rsidP="001531DD">
      <w:pPr>
        <w:pStyle w:val="QUALIFICHE"/>
        <w:spacing w:line="240" w:lineRule="auto"/>
        <w:ind w:left="0"/>
        <w:jc w:val="both"/>
        <w:rPr>
          <w:sz w:val="20"/>
        </w:rPr>
      </w:pPr>
      <w:r>
        <w:rPr>
          <w:noProof/>
        </w:rPr>
        <w:drawing>
          <wp:anchor distT="0" distB="0" distL="114300" distR="114300" simplePos="0" relativeHeight="251658240" behindDoc="0" locked="0" layoutInCell="1" allowOverlap="1" wp14:anchorId="3A92D51C" wp14:editId="2E0673C2">
            <wp:simplePos x="0" y="0"/>
            <wp:positionH relativeFrom="column">
              <wp:posOffset>3555365</wp:posOffset>
            </wp:positionH>
            <wp:positionV relativeFrom="paragraph">
              <wp:posOffset>288290</wp:posOffset>
            </wp:positionV>
            <wp:extent cx="2127250" cy="989965"/>
            <wp:effectExtent l="0" t="0" r="6350" b="635"/>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7250" cy="989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6A79" w:rsidRPr="006F5708">
        <w:rPr>
          <w:sz w:val="20"/>
        </w:rPr>
        <w:tab/>
      </w:r>
    </w:p>
    <w:sectPr w:rsidR="002C0AAF" w:rsidRPr="006F5708" w:rsidSect="00AF695F">
      <w:headerReference w:type="even" r:id="rId13"/>
      <w:headerReference w:type="default" r:id="rId14"/>
      <w:footerReference w:type="even" r:id="rId15"/>
      <w:footerReference w:type="default" r:id="rId16"/>
      <w:headerReference w:type="first" r:id="rId17"/>
      <w:footerReference w:type="first" r:id="rId18"/>
      <w:pgSz w:w="12140" w:h="17180"/>
      <w:pgMar w:top="2835" w:right="1134" w:bottom="2835" w:left="1701"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CE5" w:rsidRDefault="00946CE5">
      <w:pPr>
        <w:spacing w:line="240" w:lineRule="auto"/>
      </w:pPr>
      <w:r>
        <w:separator/>
      </w:r>
    </w:p>
  </w:endnote>
  <w:endnote w:type="continuationSeparator" w:id="0">
    <w:p w:rsidR="00946CE5" w:rsidRDefault="00946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93" w:rsidRDefault="006665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3F1DE1">
    <w:pPr>
      <w:pStyle w:val="Pidipagina"/>
    </w:pPr>
    <w:r>
      <w:rPr>
        <w:noProof/>
      </w:rPr>
      <mc:AlternateContent>
        <mc:Choice Requires="wps">
          <w:drawing>
            <wp:anchor distT="0" distB="0" distL="0" distR="0" simplePos="0" relativeHeight="251669504" behindDoc="0" locked="0" layoutInCell="1" allowOverlap="1">
              <wp:simplePos x="0" y="0"/>
              <wp:positionH relativeFrom="page">
                <wp:posOffset>5904865</wp:posOffset>
              </wp:positionH>
              <wp:positionV relativeFrom="page">
                <wp:posOffset>9901555</wp:posOffset>
              </wp:positionV>
              <wp:extent cx="1080135" cy="252095"/>
              <wp:effectExtent l="0" t="0" r="0" b="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FE66BF">
                            <w:rPr>
                              <w:rStyle w:val="Numeropagina"/>
                              <w:noProof/>
                            </w:rPr>
                            <w:t>7</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FE66BF">
                            <w:rPr>
                              <w:rStyle w:val="Numeropagina"/>
                              <w:noProof/>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64.95pt;margin-top:779.65pt;width:85.05pt;height:19.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UcrgIAAKs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" filled="f" stroked="f" strokeweight=".5pt">
              <v:textbox inset="0,0,0,0">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FE66BF">
                      <w:rPr>
                        <w:rStyle w:val="Numeropagina"/>
                        <w:noProof/>
                      </w:rPr>
                      <w:t>7</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FE66BF">
                      <w:rPr>
                        <w:rStyle w:val="Numeropagina"/>
                        <w:noProof/>
                      </w:rPr>
                      <w:t>7</w:t>
                    </w:r>
                    <w:r>
                      <w:rPr>
                        <w:rStyle w:val="Numeropagina"/>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3F1DE1">
    <w:pPr>
      <w:pStyle w:val="Pidipagina"/>
    </w:pPr>
    <w:r>
      <w:rPr>
        <w:noProof/>
      </w:rPr>
      <mc:AlternateContent>
        <mc:Choice Requires="wps">
          <w:drawing>
            <wp:anchor distT="0" distB="0" distL="0" distR="0" simplePos="0" relativeHeight="251649024" behindDoc="0" locked="0" layoutInCell="1" allowOverlap="1">
              <wp:simplePos x="0" y="0"/>
              <wp:positionH relativeFrom="page">
                <wp:posOffset>900430</wp:posOffset>
              </wp:positionH>
              <wp:positionV relativeFrom="page">
                <wp:posOffset>9865360</wp:posOffset>
              </wp:positionV>
              <wp:extent cx="2160270" cy="332105"/>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Default="00946CE5" w:rsidP="00AF695F">
                          <w:pPr>
                            <w:pStyle w:val="MAILSITOBasso"/>
                          </w:pPr>
                          <w:hyperlink r:id="rId1" w:history="1">
                            <w:r w:rsidR="007361A6" w:rsidRPr="00E553FC">
                              <w:rPr>
                                <w:rStyle w:val="Collegamentoipertestuale"/>
                              </w:rPr>
                              <w:t>dipartimento.scienzemediche@unifg.it</w:t>
                            </w:r>
                          </w:hyperlink>
                        </w:p>
                        <w:p w:rsidR="007361A6" w:rsidRDefault="007361A6" w:rsidP="00AF695F">
                          <w:pPr>
                            <w:pStyle w:val="MAILSITOBasso"/>
                          </w:pPr>
                          <w:r>
                            <w:t>dipartimento.medicinaclinica@unifg.it</w:t>
                          </w:r>
                        </w:p>
                        <w:p w:rsidR="007361A6" w:rsidRPr="00AE7980" w:rsidRDefault="007361A6" w:rsidP="00AF695F">
                          <w:pPr>
                            <w:pStyle w:val="MAILSITOBasso"/>
                          </w:pPr>
                          <w:r>
                            <w:t>www.unifg.it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4" type="#_x0000_t202" style="position:absolute;left:0;text-align:left;margin-left:70.9pt;margin-top:776.8pt;width:170.1pt;height:26.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qa+sQ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" filled="f" stroked="f" strokeweight=".5pt">
              <v:textbox inset="0,0,0,0">
                <w:txbxContent>
                  <w:p w:rsidR="007361A6" w:rsidRDefault="00BD15EA" w:rsidP="00AF695F">
                    <w:pPr>
                      <w:pStyle w:val="MAILSITOBasso"/>
                    </w:pPr>
                    <w:hyperlink r:id="rId2" w:history="1">
                      <w:r w:rsidR="007361A6" w:rsidRPr="00E553FC">
                        <w:rPr>
                          <w:rStyle w:val="Collegamentoipertestuale"/>
                        </w:rPr>
                        <w:t>dipartimento.scienzemediche@unifg.it</w:t>
                      </w:r>
                    </w:hyperlink>
                  </w:p>
                  <w:p w:rsidR="007361A6" w:rsidRDefault="007361A6" w:rsidP="00AF695F">
                    <w:pPr>
                      <w:pStyle w:val="MAILSITOBasso"/>
                    </w:pPr>
                    <w:r>
                      <w:t>dipartimento.medicinaclinica@unifg.it</w:t>
                    </w:r>
                  </w:p>
                  <w:p w:rsidR="007361A6" w:rsidRPr="00AE7980" w:rsidRDefault="007361A6" w:rsidP="00AF695F">
                    <w:pPr>
                      <w:pStyle w:val="MAILSITOBasso"/>
                    </w:pPr>
                    <w:r>
                      <w:t>www.unifg.it</w:t>
                    </w:r>
                  </w:p>
                </w:txbxContent>
              </v:textbox>
              <w10:wrap anchorx="page" anchory="page"/>
            </v:shape>
          </w:pict>
        </mc:Fallback>
      </mc:AlternateContent>
    </w:r>
    <w:r>
      <w:rPr>
        <w:noProof/>
      </w:rPr>
      <mc:AlternateContent>
        <mc:Choice Requires="wps">
          <w:drawing>
            <wp:anchor distT="0" distB="0" distL="0" distR="0" simplePos="0" relativeHeight="251650048" behindDoc="0" locked="0" layoutInCell="1" allowOverlap="1">
              <wp:simplePos x="0" y="0"/>
              <wp:positionH relativeFrom="page">
                <wp:posOffset>5904865</wp:posOffset>
              </wp:positionH>
              <wp:positionV relativeFrom="page">
                <wp:posOffset>9901555</wp:posOffset>
              </wp:positionV>
              <wp:extent cx="1080135" cy="25209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FE66BF">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FE66BF">
                            <w:rPr>
                              <w:rStyle w:val="Numeropagina"/>
                              <w:noProof/>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5" type="#_x0000_t202" style="position:absolute;left:0;text-align:left;margin-left:464.95pt;margin-top:779.65pt;width:85.05pt;height:19.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" filled="f" stroked="f" strokeweight=".5pt">
              <v:textbox inset="0,0,0,0">
                <w:txbxContent>
                  <w:p w:rsidR="007361A6" w:rsidRPr="00AE7980" w:rsidRDefault="007361A6"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FE66BF">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FE66BF">
                      <w:rPr>
                        <w:rStyle w:val="Numeropagina"/>
                        <w:noProof/>
                      </w:rPr>
                      <w:t>7</w:t>
                    </w:r>
                    <w:r>
                      <w:rPr>
                        <w:rStyle w:val="Numeropagina"/>
                      </w:rPr>
                      <w:fldChar w:fldCharType="end"/>
                    </w:r>
                  </w:p>
                </w:txbxContent>
              </v:textbox>
              <w10:wrap anchorx="page" anchory="page"/>
            </v:shape>
          </w:pict>
        </mc:Fallback>
      </mc:AlternateContent>
    </w:r>
    <w:r>
      <w:rPr>
        <w:noProof/>
      </w:rPr>
      <mc:AlternateContent>
        <mc:Choice Requires="wps">
          <w:drawing>
            <wp:anchor distT="0" distB="0" distL="0" distR="0" simplePos="0" relativeHeight="251648000" behindDoc="0" locked="0" layoutInCell="1" allowOverlap="1">
              <wp:simplePos x="0" y="0"/>
              <wp:positionH relativeFrom="page">
                <wp:posOffset>900430</wp:posOffset>
              </wp:positionH>
              <wp:positionV relativeFrom="page">
                <wp:posOffset>9289415</wp:posOffset>
              </wp:positionV>
              <wp:extent cx="2160270" cy="575945"/>
              <wp:effectExtent l="0" t="254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Default="007361A6" w:rsidP="00AF695F">
                          <w:pPr>
                            <w:pStyle w:val="INFOBasso"/>
                          </w:pPr>
                          <w:r>
                            <w:t>Viale L. Pinto, 1</w:t>
                          </w:r>
                        </w:p>
                        <w:p w:rsidR="007361A6" w:rsidRPr="00A049D5" w:rsidRDefault="007361A6" w:rsidP="00AF695F">
                          <w:pPr>
                            <w:pStyle w:val="INFOBasso"/>
                          </w:pPr>
                          <w:r>
                            <w:t>71122</w:t>
                          </w:r>
                          <w:r w:rsidRPr="00A049D5">
                            <w:t xml:space="preserve"> . </w:t>
                          </w:r>
                          <w:r>
                            <w:t>Foggia</w:t>
                          </w:r>
                          <w:r w:rsidRPr="00A049D5">
                            <w:t xml:space="preserve"> . Italia</w:t>
                          </w:r>
                        </w:p>
                        <w:p w:rsidR="007361A6" w:rsidRPr="00A049D5" w:rsidRDefault="007361A6" w:rsidP="00AF695F">
                          <w:pPr>
                            <w:pStyle w:val="INFOBasso"/>
                          </w:pPr>
                          <w:r w:rsidRPr="00A049D5">
                            <w:t xml:space="preserve">Telefono  +39 0881 </w:t>
                          </w:r>
                          <w:r>
                            <w:t>588</w:t>
                          </w:r>
                          <w:r w:rsidRPr="00A049D5">
                            <w:t xml:space="preserve"> </w:t>
                          </w:r>
                          <w:r>
                            <w:t>025</w:t>
                          </w:r>
                        </w:p>
                        <w:p w:rsidR="007361A6" w:rsidRDefault="007361A6" w:rsidP="00AF695F">
                          <w:pPr>
                            <w:pStyle w:val="INFOBasso"/>
                          </w:pPr>
                          <w:r>
                            <w:t>Fax</w:t>
                          </w:r>
                          <w:r w:rsidRPr="00A049D5">
                            <w:t xml:space="preserve"> +39 </w:t>
                          </w:r>
                          <w:r>
                            <w:t>0881 588 028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6" type="#_x0000_t202" style="position:absolute;left:0;text-align:left;margin-left:70.9pt;margin-top:731.45pt;width:170.1pt;height:45.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X0rw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" filled="f" stroked="f" strokeweight=".5pt">
              <v:textbox inset="0,0,0,0">
                <w:txbxContent>
                  <w:p w:rsidR="007361A6" w:rsidRDefault="007361A6" w:rsidP="00AF695F">
                    <w:pPr>
                      <w:pStyle w:val="INFOBasso"/>
                    </w:pPr>
                    <w:r>
                      <w:t>Viale L. Pinto, 1</w:t>
                    </w:r>
                  </w:p>
                  <w:p w:rsidR="007361A6" w:rsidRPr="00A049D5" w:rsidRDefault="007361A6" w:rsidP="00AF695F">
                    <w:pPr>
                      <w:pStyle w:val="INFOBasso"/>
                    </w:pPr>
                    <w:r>
                      <w:t>71122</w:t>
                    </w:r>
                    <w:r w:rsidRPr="00A049D5">
                      <w:t xml:space="preserve"> . </w:t>
                    </w:r>
                    <w:r>
                      <w:t>Foggia</w:t>
                    </w:r>
                    <w:r w:rsidRPr="00A049D5">
                      <w:t xml:space="preserve"> . Italia</w:t>
                    </w:r>
                  </w:p>
                  <w:p w:rsidR="007361A6" w:rsidRPr="00A049D5" w:rsidRDefault="007361A6" w:rsidP="00AF695F">
                    <w:pPr>
                      <w:pStyle w:val="INFOBasso"/>
                    </w:pPr>
                    <w:r w:rsidRPr="00A049D5">
                      <w:t xml:space="preserve">Telefono  +39 0881 </w:t>
                    </w:r>
                    <w:r>
                      <w:t>588</w:t>
                    </w:r>
                    <w:r w:rsidRPr="00A049D5">
                      <w:t xml:space="preserve"> </w:t>
                    </w:r>
                    <w:r>
                      <w:t>025</w:t>
                    </w:r>
                  </w:p>
                  <w:p w:rsidR="007361A6" w:rsidRDefault="007361A6" w:rsidP="00AF695F">
                    <w:pPr>
                      <w:pStyle w:val="INFOBasso"/>
                    </w:pPr>
                    <w:r>
                      <w:t>Fax</w:t>
                    </w:r>
                    <w:r w:rsidRPr="00A049D5">
                      <w:t xml:space="preserve"> +39 </w:t>
                    </w:r>
                    <w:r>
                      <w:t>0881 588 028</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CE5" w:rsidRDefault="00946CE5">
      <w:pPr>
        <w:spacing w:line="240" w:lineRule="auto"/>
      </w:pPr>
      <w:r>
        <w:separator/>
      </w:r>
    </w:p>
  </w:footnote>
  <w:footnote w:type="continuationSeparator" w:id="0">
    <w:p w:rsidR="00946CE5" w:rsidRDefault="00946C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93" w:rsidRDefault="006665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EA4FFF" w:rsidP="00AF695F">
    <w:r>
      <w:rPr>
        <w:noProof/>
      </w:rPr>
      <w:drawing>
        <wp:anchor distT="360045" distB="0" distL="360045" distR="360045" simplePos="0" relativeHeight="251646976" behindDoc="0" locked="0" layoutInCell="1" allowOverlap="1">
          <wp:simplePos x="0" y="0"/>
          <wp:positionH relativeFrom="page">
            <wp:posOffset>720090</wp:posOffset>
          </wp:positionH>
          <wp:positionV relativeFrom="page">
            <wp:posOffset>540385</wp:posOffset>
          </wp:positionV>
          <wp:extent cx="6480175" cy="1188085"/>
          <wp:effectExtent l="19050" t="0" r="0" b="0"/>
          <wp:wrapSquare wrapText="bothSides"/>
          <wp:docPr id="29" name="Immagine 29" descr="::MODELLI CON LOGO:MODELLI CON LOGO LAVORAZIONI:LOGHI DIPART TEMPLATE:LOGO PAG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MODELLI CON LOGO:MODELLI CON LOGO LAVORAZIONI:LOGHI DIPART TEMPLATE:LOGO PAG 2.jpg"/>
                  <pic:cNvPicPr>
                    <a:picLocks noChangeArrowheads="1"/>
                  </pic:cNvPicPr>
                </pic:nvPicPr>
                <pic:blipFill>
                  <a:blip r:embed="rId1" r:link="rId2"/>
                  <a:srcRect/>
                  <a:stretch>
                    <a:fillRect/>
                  </a:stretch>
                </pic:blipFill>
                <pic:spPr bwMode="auto">
                  <a:xfrm>
                    <a:off x="0" y="0"/>
                    <a:ext cx="6480175" cy="118808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6" w:rsidRDefault="002A5441">
    <w:pPr>
      <w:pStyle w:val="Intestazione"/>
    </w:pPr>
    <w:r>
      <w:rPr>
        <w:noProof/>
      </w:rPr>
      <mc:AlternateContent>
        <mc:Choice Requires="wps">
          <w:drawing>
            <wp:anchor distT="0" distB="0" distL="0" distR="0" simplePos="0" relativeHeight="251661312" behindDoc="0" locked="0" layoutInCell="1" allowOverlap="1" wp14:anchorId="284DFD58" wp14:editId="52FCCE2B">
              <wp:simplePos x="0" y="0"/>
              <wp:positionH relativeFrom="page">
                <wp:posOffset>5835015</wp:posOffset>
              </wp:positionH>
              <wp:positionV relativeFrom="page">
                <wp:posOffset>393700</wp:posOffset>
              </wp:positionV>
              <wp:extent cx="1149985" cy="290195"/>
              <wp:effectExtent l="0" t="0" r="12065" b="14605"/>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
                          </w:pPr>
                          <w:r w:rsidRPr="0003215C">
                            <w:t>Data</w:t>
                          </w:r>
                          <w:r w:rsidR="002A5441">
                            <w:t xml:space="preserve"> </w:t>
                          </w:r>
                          <w:r w:rsidR="00666593">
                            <w:t>22.01.2016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left:0;text-align:left;margin-left:459.45pt;margin-top:31pt;width:90.55pt;height:22.8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" filled="f" stroked="f" strokeweight=".5pt">
              <v:textbox inset="0,0,0,0">
                <w:txbxContent>
                  <w:p w:rsidR="007361A6" w:rsidRPr="0003215C" w:rsidRDefault="007361A6" w:rsidP="00AF695F">
                    <w:pPr>
                      <w:pStyle w:val="INFOPICCOLO8"/>
                    </w:pPr>
                    <w:r w:rsidRPr="0003215C">
                      <w:t>Data</w:t>
                    </w:r>
                    <w:r w:rsidR="002A5441">
                      <w:t xml:space="preserve"> </w:t>
                    </w:r>
                    <w:r w:rsidR="00666593">
                      <w:t>22.01.2016</w:t>
                    </w:r>
                  </w:p>
                </w:txbxContent>
              </v:textbox>
              <w10:wrap anchorx="page" anchory="page"/>
            </v:shape>
          </w:pict>
        </mc:Fallback>
      </mc:AlternateContent>
    </w:r>
    <w:r>
      <w:rPr>
        <w:noProof/>
      </w:rPr>
      <mc:AlternateContent>
        <mc:Choice Requires="wps">
          <w:drawing>
            <wp:anchor distT="0" distB="0" distL="0" distR="0" simplePos="0" relativeHeight="251659264" behindDoc="0" locked="0" layoutInCell="1" allowOverlap="1" wp14:anchorId="477E201C" wp14:editId="4CA2BFDE">
              <wp:simplePos x="0" y="0"/>
              <wp:positionH relativeFrom="page">
                <wp:posOffset>4451350</wp:posOffset>
              </wp:positionH>
              <wp:positionV relativeFrom="page">
                <wp:posOffset>273050</wp:posOffset>
              </wp:positionV>
              <wp:extent cx="1073150" cy="410845"/>
              <wp:effectExtent l="0" t="0" r="12700" b="8255"/>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C00BB" w:rsidRDefault="007361A6" w:rsidP="00AF695F">
                          <w:pPr>
                            <w:pStyle w:val="INFOPICCOLO8"/>
                          </w:pPr>
                          <w:r w:rsidRPr="0003215C">
                            <w:t>Protocollo</w:t>
                          </w:r>
                          <w:r w:rsidR="002A5441">
                            <w:t xml:space="preserve"> </w:t>
                          </w:r>
                          <w:r w:rsidR="008105E0">
                            <w:t>n.</w:t>
                          </w:r>
                          <w:r w:rsidR="00666593">
                            <w:t>3308-VII/1</w:t>
                          </w:r>
                        </w:p>
                        <w:p w:rsidR="008105E0" w:rsidRPr="0003215C" w:rsidRDefault="008105E0"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350.5pt;margin-top:21.5pt;width:84.5pt;height:32.3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" filled="f" stroked="f" strokeweight=".5pt">
              <v:textbox inset="0,0,0,0">
                <w:txbxContent>
                  <w:p w:rsidR="008C00BB" w:rsidRDefault="007361A6" w:rsidP="00AF695F">
                    <w:pPr>
                      <w:pStyle w:val="INFOPICCOLO8"/>
                    </w:pPr>
                    <w:r w:rsidRPr="0003215C">
                      <w:t>Protocollo</w:t>
                    </w:r>
                    <w:r w:rsidR="002A5441">
                      <w:t xml:space="preserve"> </w:t>
                    </w:r>
                    <w:r w:rsidR="008105E0">
                      <w:t>n.</w:t>
                    </w:r>
                    <w:r w:rsidR="00666593">
                      <w:t>3308-VII/1</w:t>
                    </w:r>
                  </w:p>
                  <w:p w:rsidR="008105E0" w:rsidRPr="0003215C" w:rsidRDefault="008105E0" w:rsidP="00AF695F">
                    <w:pPr>
                      <w:pStyle w:val="INFOPICCOLO8"/>
                    </w:pPr>
                  </w:p>
                </w:txbxContent>
              </v:textbox>
              <w10:wrap anchorx="page" anchory="page"/>
            </v:shape>
          </w:pict>
        </mc:Fallback>
      </mc:AlternateContent>
    </w:r>
    <w:r w:rsidR="003F1DE1">
      <w:rPr>
        <w:noProof/>
      </w:rPr>
      <mc:AlternateContent>
        <mc:Choice Requires="wps">
          <w:drawing>
            <wp:anchor distT="0" distB="0" distL="0" distR="0" simplePos="0" relativeHeight="251652096" behindDoc="0" locked="0" layoutInCell="1" allowOverlap="1" wp14:anchorId="1AA77E7E" wp14:editId="26AC6F42">
              <wp:simplePos x="0" y="0"/>
              <wp:positionH relativeFrom="page">
                <wp:posOffset>1440180</wp:posOffset>
              </wp:positionH>
              <wp:positionV relativeFrom="page">
                <wp:posOffset>4248785</wp:posOffset>
              </wp:positionV>
              <wp:extent cx="5400040" cy="978535"/>
              <wp:effectExtent l="1905" t="635" r="0" b="1905"/>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97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46470A" w:rsidRDefault="007361A6" w:rsidP="00AF695F">
                          <w:pPr>
                            <w:pStyle w:val="OGGETTO"/>
                          </w:pPr>
                          <w:r>
                            <w:t xml:space="preserve">AVVISO DI VACANZA PER LA COPERTURA DEGLI INSEGNAMENTI NEI CORSI DI LAUREA NELLE PROFESSIONI SANITARIE </w:t>
                          </w:r>
                          <w:r w:rsidR="00C1229C">
                            <w:t xml:space="preserve"> </w:t>
                          </w:r>
                          <w:bookmarkStart w:id="0" w:name="_GoBack"/>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113.4pt;margin-top:334.55pt;width:425.2pt;height:77.0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" filled="f" stroked="f" strokeweight=".5pt">
              <v:textbox inset="0,0,0,0">
                <w:txbxContent>
                  <w:p w:rsidR="007361A6" w:rsidRPr="0046470A" w:rsidRDefault="007361A6" w:rsidP="00AF695F">
                    <w:pPr>
                      <w:pStyle w:val="OGGETTO"/>
                    </w:pPr>
                    <w:r>
                      <w:t xml:space="preserve">AVVISO DI VACANZA PER LA COPERTURA DEGLI INSEGNAMENTI NEI CORSI DI LAUREA NELLE PROFESSIONI SANITARIE </w:t>
                    </w:r>
                    <w:r w:rsidR="00C1229C">
                      <w:t xml:space="preserve"> </w:t>
                    </w:r>
                  </w:p>
                </w:txbxContent>
              </v:textbox>
              <w10:wrap anchorx="page" anchory="page"/>
            </v:shape>
          </w:pict>
        </mc:Fallback>
      </mc:AlternateContent>
    </w:r>
    <w:r w:rsidR="003F1DE1">
      <w:rPr>
        <w:noProof/>
      </w:rPr>
      <mc:AlternateContent>
        <mc:Choice Requires="wps">
          <w:drawing>
            <wp:anchor distT="0" distB="0" distL="0" distR="0" simplePos="0" relativeHeight="251651072" behindDoc="0" locked="0" layoutInCell="1" allowOverlap="1" wp14:anchorId="4034F564" wp14:editId="4AB6E2EE">
              <wp:simplePos x="0" y="0"/>
              <wp:positionH relativeFrom="page">
                <wp:posOffset>1440180</wp:posOffset>
              </wp:positionH>
              <wp:positionV relativeFrom="page">
                <wp:posOffset>4002405</wp:posOffset>
              </wp:positionV>
              <wp:extent cx="2972435" cy="144145"/>
              <wp:effectExtent l="1905" t="1905"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24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39453A" w:rsidRDefault="007361A6" w:rsidP="00AF695F">
                          <w:pPr>
                            <w:pStyle w:val="INFOPICCOLO8GRASSETTO"/>
                          </w:pPr>
                          <w:r w:rsidRPr="0039453A">
                            <w:t>Oggetto</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113.4pt;margin-top:315.15pt;width:234.05pt;height:11.3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" filled="f" stroked="f" strokeweight=".5pt">
              <v:textbox inset="0,0,0,0">
                <w:txbxContent>
                  <w:p w:rsidR="007361A6" w:rsidRPr="0039453A" w:rsidRDefault="007361A6" w:rsidP="00AF695F">
                    <w:pPr>
                      <w:pStyle w:val="INFOPICCOLO8GRASSETTO"/>
                    </w:pPr>
                    <w:r w:rsidRPr="0039453A">
                      <w:t>Oggetto</w:t>
                    </w:r>
                    <w:r>
                      <w:t xml:space="preserve">: </w:t>
                    </w:r>
                  </w:p>
                </w:txbxContent>
              </v:textbox>
              <w10:wrap anchorx="page" anchory="page"/>
            </v:shape>
          </w:pict>
        </mc:Fallback>
      </mc:AlternateContent>
    </w:r>
    <w:r w:rsidR="003F1DE1">
      <w:rPr>
        <w:noProof/>
      </w:rPr>
      <mc:AlternateContent>
        <mc:Choice Requires="wps">
          <w:drawing>
            <wp:anchor distT="0" distB="0" distL="0" distR="0" simplePos="0" relativeHeight="251664384" behindDoc="0" locked="0" layoutInCell="1" allowOverlap="1" wp14:anchorId="652CA9FD" wp14:editId="7D822D77">
              <wp:simplePos x="0" y="0"/>
              <wp:positionH relativeFrom="page">
                <wp:posOffset>4500880</wp:posOffset>
              </wp:positionH>
              <wp:positionV relativeFrom="page">
                <wp:posOffset>2052320</wp:posOffset>
              </wp:positionV>
              <wp:extent cx="2879725" cy="1065530"/>
              <wp:effectExtent l="0" t="4445" r="1270" b="0"/>
              <wp:wrapNone/>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5C6E7C" w:rsidRDefault="007361A6" w:rsidP="00AF695F">
                          <w:pPr>
                            <w:pStyle w:val="INDIRIZZODestinatario"/>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1" type="#_x0000_t202" style="position:absolute;left:0;text-align:left;margin-left:354.4pt;margin-top:161.6pt;width:226.75pt;height:83.9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bVRtQIAALMFAAAOAAAAZHJzL2Uyb0RvYy54bWysVNuOmzAQfa/Uf7D8znJZI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" filled="f" stroked="f" strokeweight=".5pt">
              <v:textbox inset="0,0,0,0">
                <w:txbxContent>
                  <w:p w:rsidR="007361A6" w:rsidRPr="005C6E7C" w:rsidRDefault="007361A6" w:rsidP="00AF695F">
                    <w:pPr>
                      <w:pStyle w:val="INDIRIZZODestinatario"/>
                      <w:rPr>
                        <w:b/>
                      </w:rPr>
                    </w:pPr>
                  </w:p>
                </w:txbxContent>
              </v:textbox>
              <w10:wrap anchorx="page" anchory="page"/>
            </v:shape>
          </w:pict>
        </mc:Fallback>
      </mc:AlternateContent>
    </w:r>
    <w:r w:rsidR="003F1DE1">
      <w:rPr>
        <w:noProof/>
      </w:rPr>
      <mc:AlternateContent>
        <mc:Choice Requires="wps">
          <w:drawing>
            <wp:anchor distT="0" distB="0" distL="0" distR="0" simplePos="0" relativeHeight="251653120" behindDoc="0" locked="0" layoutInCell="1" allowOverlap="1" wp14:anchorId="06173747" wp14:editId="43B05AD0">
              <wp:simplePos x="0" y="0"/>
              <wp:positionH relativeFrom="page">
                <wp:posOffset>592455</wp:posOffset>
              </wp:positionH>
              <wp:positionV relativeFrom="page">
                <wp:posOffset>1779270</wp:posOffset>
              </wp:positionV>
              <wp:extent cx="2238375" cy="558800"/>
              <wp:effectExtent l="1905" t="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74AD" w:rsidRDefault="007361A6"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left:0;text-align:left;margin-left:46.65pt;margin-top:140.1pt;width:176.25pt;height:4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" filled="f" stroked="f" strokeweight=".5pt">
              <v:textbox inset="0,0,0,0">
                <w:txbxContent>
                  <w:p w:rsidR="007361A6" w:rsidRPr="000374AD" w:rsidRDefault="007361A6"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v:textbox>
              <w10:wrap anchorx="page" anchory="page"/>
            </v:shape>
          </w:pict>
        </mc:Fallback>
      </mc:AlternateContent>
    </w:r>
    <w:r w:rsidR="003F1DE1">
      <w:rPr>
        <w:noProof/>
      </w:rPr>
      <mc:AlternateContent>
        <mc:Choice Requires="wps">
          <w:drawing>
            <wp:anchor distT="0" distB="0" distL="0" distR="0" simplePos="0" relativeHeight="251668480" behindDoc="0" locked="0" layoutInCell="1" allowOverlap="1" wp14:anchorId="5F98A3FE" wp14:editId="7DD83D95">
              <wp:simplePos x="0" y="0"/>
              <wp:positionH relativeFrom="page">
                <wp:posOffset>4500880</wp:posOffset>
              </wp:positionH>
              <wp:positionV relativeFrom="page">
                <wp:posOffset>3024505</wp:posOffset>
              </wp:positionV>
              <wp:extent cx="2879725" cy="431800"/>
              <wp:effectExtent l="0" t="0" r="1270" b="127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FF13B1" w:rsidRDefault="007361A6"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3" type="#_x0000_t202" style="position:absolute;left:0;text-align:left;margin-left:354.4pt;margin-top:238.15pt;width:226.75pt;height:3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yQftQIAALI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" filled="f" stroked="f" strokeweight=".5pt">
              <v:textbox inset="0,0,0,0">
                <w:txbxContent>
                  <w:p w:rsidR="007361A6" w:rsidRPr="00FF13B1" w:rsidRDefault="007361A6" w:rsidP="00AF695F">
                    <w:pPr>
                      <w:pStyle w:val="INDIRIZZODestinatario"/>
                    </w:pPr>
                  </w:p>
                </w:txbxContent>
              </v:textbox>
              <w10:wrap anchorx="page" anchory="page"/>
            </v:shape>
          </w:pict>
        </mc:Fallback>
      </mc:AlternateContent>
    </w:r>
    <w:r w:rsidR="003F1DE1">
      <w:rPr>
        <w:noProof/>
      </w:rPr>
      <mc:AlternateContent>
        <mc:Choice Requires="wps">
          <w:drawing>
            <wp:anchor distT="0" distB="0" distL="0" distR="0" simplePos="0" relativeHeight="251667456" behindDoc="0" locked="0" layoutInCell="1" allowOverlap="1" wp14:anchorId="6BBF7610" wp14:editId="2B212419">
              <wp:simplePos x="0" y="0"/>
              <wp:positionH relativeFrom="page">
                <wp:posOffset>4500880</wp:posOffset>
              </wp:positionH>
              <wp:positionV relativeFrom="page">
                <wp:posOffset>2700655</wp:posOffset>
              </wp:positionV>
              <wp:extent cx="2879725" cy="323850"/>
              <wp:effectExtent l="0" t="0" r="1270" b="444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354.4pt;margin-top:212.65pt;width:226.75pt;height:25.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6432" behindDoc="0" locked="0" layoutInCell="1" allowOverlap="1" wp14:anchorId="3172964B" wp14:editId="13FC9277">
              <wp:simplePos x="0" y="0"/>
              <wp:positionH relativeFrom="page">
                <wp:posOffset>4500880</wp:posOffset>
              </wp:positionH>
              <wp:positionV relativeFrom="page">
                <wp:posOffset>3960495</wp:posOffset>
              </wp:positionV>
              <wp:extent cx="2879725" cy="431800"/>
              <wp:effectExtent l="0" t="0" r="1270" b="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5" type="#_x0000_t202" style="position:absolute;left:0;text-align:left;margin-left:354.4pt;margin-top:311.85pt;width:226.75pt;height:34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G3tQIAALI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" filled="f" stroked="f" strokeweight=".5pt">
              <v:textbox inset="0,0,0,0">
                <w:txbxContent>
                  <w:p w:rsidR="007361A6" w:rsidRPr="00A049D5" w:rsidRDefault="007361A6" w:rsidP="00AF695F">
                    <w:pPr>
                      <w:pStyle w:val="INDIRIZZODestinatario"/>
                    </w:pPr>
                  </w:p>
                </w:txbxContent>
              </v:textbox>
              <w10:wrap anchorx="page" anchory="page"/>
            </v:shape>
          </w:pict>
        </mc:Fallback>
      </mc:AlternateContent>
    </w:r>
    <w:r w:rsidR="003F1DE1">
      <w:rPr>
        <w:noProof/>
      </w:rPr>
      <mc:AlternateContent>
        <mc:Choice Requires="wps">
          <w:drawing>
            <wp:anchor distT="0" distB="0" distL="0" distR="0" simplePos="0" relativeHeight="251665408" behindDoc="0" locked="0" layoutInCell="1" allowOverlap="1" wp14:anchorId="5B8BA330" wp14:editId="17005EFA">
              <wp:simplePos x="0" y="0"/>
              <wp:positionH relativeFrom="page">
                <wp:posOffset>4500880</wp:posOffset>
              </wp:positionH>
              <wp:positionV relativeFrom="page">
                <wp:posOffset>3636645</wp:posOffset>
              </wp:positionV>
              <wp:extent cx="2879725" cy="323850"/>
              <wp:effectExtent l="0" t="0" r="1270" b="190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left:0;text-align:left;margin-left:354.4pt;margin-top:286.35pt;width:226.75pt;height:25.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bMzswIAALM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3360" behindDoc="0" locked="0" layoutInCell="1" allowOverlap="1" wp14:anchorId="04485DF0" wp14:editId="67486DBE">
              <wp:simplePos x="0" y="0"/>
              <wp:positionH relativeFrom="page">
                <wp:posOffset>4500880</wp:posOffset>
              </wp:positionH>
              <wp:positionV relativeFrom="page">
                <wp:posOffset>1728470</wp:posOffset>
              </wp:positionV>
              <wp:extent cx="2879725" cy="323850"/>
              <wp:effectExtent l="0" t="4445" r="1270"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left:0;text-align:left;margin-left:354.4pt;margin-top:136.1pt;width:226.75pt;height:25.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" filled="f" stroked="f" strokeweight=".5pt">
              <v:textbox inset="0,0,0,0">
                <w:txbxContent>
                  <w:p w:rsidR="007361A6" w:rsidRPr="00A049D5" w:rsidRDefault="007361A6" w:rsidP="00AF695F">
                    <w:pPr>
                      <w:pStyle w:val="NomeCognomeDestinatario"/>
                    </w:pPr>
                  </w:p>
                </w:txbxContent>
              </v:textbox>
              <w10:wrap anchorx="page" anchory="page"/>
            </v:shape>
          </w:pict>
        </mc:Fallback>
      </mc:AlternateContent>
    </w:r>
    <w:r w:rsidR="003F1DE1">
      <w:rPr>
        <w:noProof/>
      </w:rPr>
      <mc:AlternateContent>
        <mc:Choice Requires="wps">
          <w:drawing>
            <wp:anchor distT="0" distB="0" distL="0" distR="0" simplePos="0" relativeHeight="251660288" behindDoc="0" locked="0" layoutInCell="1" allowOverlap="1" wp14:anchorId="60A6FCA5" wp14:editId="013731FE">
              <wp:simplePos x="0" y="0"/>
              <wp:positionH relativeFrom="page">
                <wp:posOffset>4500880</wp:posOffset>
              </wp:positionH>
              <wp:positionV relativeFrom="page">
                <wp:posOffset>683895</wp:posOffset>
              </wp:positionV>
              <wp:extent cx="1080135" cy="539750"/>
              <wp:effectExtent l="0" t="0" r="635"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C00BB" w:rsidRDefault="008C00BB" w:rsidP="002B5638">
                          <w:pPr>
                            <w:pStyle w:val="ProtocolloAlto"/>
                            <w:rPr>
                              <w:b w:val="0"/>
                            </w:rPr>
                          </w:pPr>
                        </w:p>
                        <w:p w:rsidR="007361A6" w:rsidRPr="002B5638" w:rsidRDefault="005A252E" w:rsidP="002B5638">
                          <w:pPr>
                            <w:pStyle w:val="ProtocolloAlto"/>
                            <w:rPr>
                              <w:b w:val="0"/>
                            </w:rPr>
                          </w:pPr>
                          <w:r>
                            <w:rPr>
                              <w:b w:val="0"/>
                            </w:rPr>
                            <w:t>Rep. n.</w:t>
                          </w:r>
                          <w:r w:rsidR="003F1DE1">
                            <w:rPr>
                              <w:b w:val="0"/>
                            </w:rPr>
                            <w:t xml:space="preserve"> </w:t>
                          </w:r>
                          <w:r w:rsidR="00666593">
                            <w:rPr>
                              <w:b w:val="0"/>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left:0;text-align:left;margin-left:354.4pt;margin-top:53.85pt;width:85.05pt;height:4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" filled="f" stroked="f" strokeweight=".5pt">
              <v:textbox inset="0,0,0,0">
                <w:txbxContent>
                  <w:p w:rsidR="008C00BB" w:rsidRDefault="008C00BB" w:rsidP="002B5638">
                    <w:pPr>
                      <w:pStyle w:val="ProtocolloAlto"/>
                      <w:rPr>
                        <w:b w:val="0"/>
                      </w:rPr>
                    </w:pPr>
                  </w:p>
                  <w:p w:rsidR="007361A6" w:rsidRPr="002B5638" w:rsidRDefault="005A252E" w:rsidP="002B5638">
                    <w:pPr>
                      <w:pStyle w:val="ProtocolloAlto"/>
                      <w:rPr>
                        <w:b w:val="0"/>
                      </w:rPr>
                    </w:pPr>
                    <w:r>
                      <w:rPr>
                        <w:b w:val="0"/>
                      </w:rPr>
                      <w:t>Rep. n.</w:t>
                    </w:r>
                    <w:r w:rsidR="003F1DE1">
                      <w:rPr>
                        <w:b w:val="0"/>
                      </w:rPr>
                      <w:t xml:space="preserve"> </w:t>
                    </w:r>
                    <w:r w:rsidR="00666593">
                      <w:rPr>
                        <w:b w:val="0"/>
                      </w:rPr>
                      <w:t>18</w:t>
                    </w:r>
                  </w:p>
                </w:txbxContent>
              </v:textbox>
              <w10:wrap anchorx="page" anchory="page"/>
            </v:shape>
          </w:pict>
        </mc:Fallback>
      </mc:AlternateContent>
    </w:r>
    <w:r w:rsidR="003F1DE1">
      <w:rPr>
        <w:noProof/>
      </w:rPr>
      <mc:AlternateContent>
        <mc:Choice Requires="wps">
          <w:drawing>
            <wp:anchor distT="0" distB="0" distL="0" distR="0" simplePos="0" relativeHeight="251658240" behindDoc="0" locked="0" layoutInCell="1" allowOverlap="1" wp14:anchorId="3D858DE7" wp14:editId="47A1AC56">
              <wp:simplePos x="0" y="0"/>
              <wp:positionH relativeFrom="page">
                <wp:posOffset>2628265</wp:posOffset>
              </wp:positionH>
              <wp:positionV relativeFrom="page">
                <wp:posOffset>2340610</wp:posOffset>
              </wp:positionV>
              <wp:extent cx="1548130" cy="252095"/>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9" type="#_x0000_t202" style="position:absolute;left:0;text-align:left;margin-left:206.95pt;margin-top:184.3pt;width:121.9pt;height:19.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nLsQIAALI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" filled="f" stroked="f" strokeweight=".5pt">
              <v:textbox inset="0,0,0,0">
                <w:txbxContent>
                  <w:p w:rsidR="007361A6" w:rsidRPr="0003215C" w:rsidRDefault="007361A6" w:rsidP="00AF695F">
                    <w:pPr>
                      <w:pStyle w:val="INFOPICCOLO8"/>
                    </w:pPr>
                  </w:p>
                </w:txbxContent>
              </v:textbox>
              <w10:wrap anchorx="page" anchory="page"/>
            </v:shape>
          </w:pict>
        </mc:Fallback>
      </mc:AlternateContent>
    </w:r>
    <w:r w:rsidR="003F1DE1">
      <w:rPr>
        <w:noProof/>
      </w:rPr>
      <mc:AlternateContent>
        <mc:Choice Requires="wps">
          <w:drawing>
            <wp:anchor distT="0" distB="0" distL="0" distR="0" simplePos="0" relativeHeight="251657216" behindDoc="0" locked="0" layoutInCell="1" allowOverlap="1" wp14:anchorId="205D473F" wp14:editId="3582F3DC">
              <wp:simplePos x="0" y="0"/>
              <wp:positionH relativeFrom="page">
                <wp:posOffset>2628265</wp:posOffset>
              </wp:positionH>
              <wp:positionV relativeFrom="page">
                <wp:posOffset>2196465</wp:posOffset>
              </wp:positionV>
              <wp:extent cx="1440180" cy="144145"/>
              <wp:effectExtent l="0" t="0" r="0" b="254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0" type="#_x0000_t202" style="position:absolute;left:0;text-align:left;margin-left:206.95pt;margin-top:172.95pt;width:113.4pt;height:11.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" filled="f" stroked="f" strokeweight=".5pt">
              <v:textbox inset="0,0,0,0">
                <w:txbxContent>
                  <w:p w:rsidR="007361A6" w:rsidRPr="0003215C" w:rsidRDefault="007361A6" w:rsidP="00AF695F">
                    <w:pPr>
                      <w:pStyle w:val="INFOPICCOLO8GRASSETTO"/>
                    </w:pPr>
                  </w:p>
                </w:txbxContent>
              </v:textbox>
              <w10:wrap anchorx="page" anchory="page"/>
            </v:shape>
          </w:pict>
        </mc:Fallback>
      </mc:AlternateContent>
    </w:r>
    <w:r w:rsidR="003F1DE1">
      <w:rPr>
        <w:noProof/>
      </w:rPr>
      <mc:AlternateContent>
        <mc:Choice Requires="wps">
          <w:drawing>
            <wp:anchor distT="0" distB="0" distL="0" distR="0" simplePos="0" relativeHeight="251656192" behindDoc="0" locked="0" layoutInCell="1" allowOverlap="1" wp14:anchorId="7BD20CB2" wp14:editId="443DF755">
              <wp:simplePos x="0" y="0"/>
              <wp:positionH relativeFrom="page">
                <wp:posOffset>900430</wp:posOffset>
              </wp:positionH>
              <wp:positionV relativeFrom="page">
                <wp:posOffset>4104640</wp:posOffset>
              </wp:positionV>
              <wp:extent cx="1440180" cy="144145"/>
              <wp:effectExtent l="0" t="0" r="254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NOMEResponsabile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1" type="#_x0000_t202" style="position:absolute;left:0;text-align:left;margin-left:70.9pt;margin-top:323.2pt;width:113.4pt;height:11.3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" filled="f" stroked="f" strokeweight=".5pt">
              <v:textbox inset="0,0,0,0">
                <w:txbxContent>
                  <w:p w:rsidR="007361A6" w:rsidRPr="00A049D5" w:rsidRDefault="007361A6" w:rsidP="00AF695F">
                    <w:pPr>
                      <w:pStyle w:val="NOMEResponsabile6"/>
                    </w:pPr>
                  </w:p>
                </w:txbxContent>
              </v:textbox>
              <w10:wrap anchorx="page" anchory="page"/>
            </v:shape>
          </w:pict>
        </mc:Fallback>
      </mc:AlternateContent>
    </w:r>
    <w:r w:rsidR="003F1DE1">
      <w:rPr>
        <w:noProof/>
      </w:rPr>
      <mc:AlternateContent>
        <mc:Choice Requires="wps">
          <w:drawing>
            <wp:anchor distT="0" distB="0" distL="0" distR="0" simplePos="0" relativeHeight="251655168" behindDoc="0" locked="0" layoutInCell="1" allowOverlap="1" wp14:anchorId="18465CA9" wp14:editId="5E5D7EA2">
              <wp:simplePos x="0" y="0"/>
              <wp:positionH relativeFrom="page">
                <wp:posOffset>900430</wp:posOffset>
              </wp:positionH>
              <wp:positionV relativeFrom="page">
                <wp:posOffset>3852545</wp:posOffset>
              </wp:positionV>
              <wp:extent cx="1440180" cy="252095"/>
              <wp:effectExtent l="0" t="4445" r="2540" b="63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03215C" w:rsidRDefault="007361A6"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2" type="#_x0000_t202" style="position:absolute;left:0;text-align:left;margin-left:70.9pt;margin-top:303.35pt;width:113.4pt;height:19.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cwqsQ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" filled="f" stroked="f" strokeweight=".5pt">
              <v:textbox inset="0,0,0,0">
                <w:txbxContent>
                  <w:p w:rsidR="007361A6" w:rsidRPr="0003215C" w:rsidRDefault="007361A6" w:rsidP="00AF695F">
                    <w:pPr>
                      <w:pStyle w:val="INFOPICCOLO8GRASSETTO"/>
                    </w:pPr>
                  </w:p>
                </w:txbxContent>
              </v:textbox>
              <w10:wrap anchorx="page" anchory="page"/>
            </v:shape>
          </w:pict>
        </mc:Fallback>
      </mc:AlternateContent>
    </w:r>
    <w:r w:rsidR="003F1DE1">
      <w:rPr>
        <w:noProof/>
      </w:rPr>
      <mc:AlternateContent>
        <mc:Choice Requires="wps">
          <w:drawing>
            <wp:anchor distT="0" distB="0" distL="0" distR="0" simplePos="0" relativeHeight="251654144" behindDoc="0" locked="0" layoutInCell="1" allowOverlap="1" wp14:anchorId="43CFF261" wp14:editId="1B9251CD">
              <wp:simplePos x="0" y="0"/>
              <wp:positionH relativeFrom="page">
                <wp:posOffset>900430</wp:posOffset>
              </wp:positionH>
              <wp:positionV relativeFrom="page">
                <wp:posOffset>2340610</wp:posOffset>
              </wp:positionV>
              <wp:extent cx="1548130" cy="25209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361A6" w:rsidRPr="00A049D5" w:rsidRDefault="007361A6"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left:0;text-align:left;margin-left:70.9pt;margin-top:184.3pt;width:121.9pt;height:19.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HxsA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" filled="f" stroked="f" strokeweight=".5pt">
              <v:textbox inset="0,0,0,0">
                <w:txbxContent>
                  <w:p w:rsidR="007361A6" w:rsidRPr="00A049D5" w:rsidRDefault="007361A6" w:rsidP="00AF695F">
                    <w:pPr>
                      <w:pStyle w:val="INFOPICCOLO8"/>
                    </w:pPr>
                  </w:p>
                </w:txbxContent>
              </v:textbox>
              <w10:wrap anchorx="page" anchory="page"/>
            </v:shape>
          </w:pict>
        </mc:Fallback>
      </mc:AlternateContent>
    </w:r>
    <w:r w:rsidR="00EA4FFF">
      <w:rPr>
        <w:noProof/>
      </w:rPr>
      <w:drawing>
        <wp:anchor distT="360045" distB="0" distL="360045" distR="360045" simplePos="0" relativeHeight="251645952" behindDoc="0" locked="0" layoutInCell="1" allowOverlap="1" wp14:anchorId="78B81F88" wp14:editId="4A9E8A76">
          <wp:simplePos x="0" y="0"/>
          <wp:positionH relativeFrom="page">
            <wp:posOffset>720090</wp:posOffset>
          </wp:positionH>
          <wp:positionV relativeFrom="page">
            <wp:posOffset>540385</wp:posOffset>
          </wp:positionV>
          <wp:extent cx="6489700" cy="4787900"/>
          <wp:effectExtent l="19050" t="0" r="6350" b="0"/>
          <wp:wrapSquare wrapText="bothSides"/>
          <wp:docPr id="32" name="Immagine 32" descr="::LOGO MED SPERIMENT 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MED SPERIMENT TEMPLATE.jpg"/>
                  <pic:cNvPicPr>
                    <a:picLocks noChangeAspect="1" noChangeArrowheads="1"/>
                  </pic:cNvPicPr>
                </pic:nvPicPr>
                <pic:blipFill>
                  <a:blip r:embed="rId1" r:link="rId2"/>
                  <a:srcRect/>
                  <a:stretch>
                    <a:fillRect/>
                  </a:stretch>
                </pic:blipFill>
                <pic:spPr bwMode="auto">
                  <a:xfrm>
                    <a:off x="0" y="0"/>
                    <a:ext cx="6489700" cy="4787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528A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184ADC"/>
    <w:multiLevelType w:val="hybridMultilevel"/>
    <w:tmpl w:val="1C2AC21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nsid w:val="0EDA7D3C"/>
    <w:multiLevelType w:val="hybridMultilevel"/>
    <w:tmpl w:val="98F8FF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85D12B4"/>
    <w:multiLevelType w:val="hybridMultilevel"/>
    <w:tmpl w:val="7F4E4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1D95968"/>
    <w:multiLevelType w:val="hybridMultilevel"/>
    <w:tmpl w:val="0B6CA23A"/>
    <w:lvl w:ilvl="0" w:tplc="04100001">
      <w:start w:val="1"/>
      <w:numFmt w:val="bullet"/>
      <w:lvlText w:val=""/>
      <w:lvlJc w:val="left"/>
      <w:pPr>
        <w:ind w:left="1580" w:hanging="360"/>
      </w:pPr>
      <w:rPr>
        <w:rFonts w:ascii="Symbol" w:hAnsi="Symbol" w:hint="default"/>
      </w:rPr>
    </w:lvl>
    <w:lvl w:ilvl="1" w:tplc="04100003" w:tentative="1">
      <w:start w:val="1"/>
      <w:numFmt w:val="bullet"/>
      <w:lvlText w:val="o"/>
      <w:lvlJc w:val="left"/>
      <w:pPr>
        <w:ind w:left="2300" w:hanging="360"/>
      </w:pPr>
      <w:rPr>
        <w:rFonts w:ascii="Courier New" w:hAnsi="Courier New" w:cs="Courier New" w:hint="default"/>
      </w:rPr>
    </w:lvl>
    <w:lvl w:ilvl="2" w:tplc="04100005" w:tentative="1">
      <w:start w:val="1"/>
      <w:numFmt w:val="bullet"/>
      <w:lvlText w:val=""/>
      <w:lvlJc w:val="left"/>
      <w:pPr>
        <w:ind w:left="3020" w:hanging="360"/>
      </w:pPr>
      <w:rPr>
        <w:rFonts w:ascii="Wingdings" w:hAnsi="Wingdings" w:hint="default"/>
      </w:rPr>
    </w:lvl>
    <w:lvl w:ilvl="3" w:tplc="04100001" w:tentative="1">
      <w:start w:val="1"/>
      <w:numFmt w:val="bullet"/>
      <w:lvlText w:val=""/>
      <w:lvlJc w:val="left"/>
      <w:pPr>
        <w:ind w:left="3740" w:hanging="360"/>
      </w:pPr>
      <w:rPr>
        <w:rFonts w:ascii="Symbol" w:hAnsi="Symbol" w:hint="default"/>
      </w:rPr>
    </w:lvl>
    <w:lvl w:ilvl="4" w:tplc="04100003" w:tentative="1">
      <w:start w:val="1"/>
      <w:numFmt w:val="bullet"/>
      <w:lvlText w:val="o"/>
      <w:lvlJc w:val="left"/>
      <w:pPr>
        <w:ind w:left="4460" w:hanging="360"/>
      </w:pPr>
      <w:rPr>
        <w:rFonts w:ascii="Courier New" w:hAnsi="Courier New" w:cs="Courier New" w:hint="default"/>
      </w:rPr>
    </w:lvl>
    <w:lvl w:ilvl="5" w:tplc="04100005" w:tentative="1">
      <w:start w:val="1"/>
      <w:numFmt w:val="bullet"/>
      <w:lvlText w:val=""/>
      <w:lvlJc w:val="left"/>
      <w:pPr>
        <w:ind w:left="5180" w:hanging="360"/>
      </w:pPr>
      <w:rPr>
        <w:rFonts w:ascii="Wingdings" w:hAnsi="Wingdings" w:hint="default"/>
      </w:rPr>
    </w:lvl>
    <w:lvl w:ilvl="6" w:tplc="04100001" w:tentative="1">
      <w:start w:val="1"/>
      <w:numFmt w:val="bullet"/>
      <w:lvlText w:val=""/>
      <w:lvlJc w:val="left"/>
      <w:pPr>
        <w:ind w:left="5900" w:hanging="360"/>
      </w:pPr>
      <w:rPr>
        <w:rFonts w:ascii="Symbol" w:hAnsi="Symbol" w:hint="default"/>
      </w:rPr>
    </w:lvl>
    <w:lvl w:ilvl="7" w:tplc="04100003" w:tentative="1">
      <w:start w:val="1"/>
      <w:numFmt w:val="bullet"/>
      <w:lvlText w:val="o"/>
      <w:lvlJc w:val="left"/>
      <w:pPr>
        <w:ind w:left="6620" w:hanging="360"/>
      </w:pPr>
      <w:rPr>
        <w:rFonts w:ascii="Courier New" w:hAnsi="Courier New" w:cs="Courier New" w:hint="default"/>
      </w:rPr>
    </w:lvl>
    <w:lvl w:ilvl="8" w:tplc="04100005" w:tentative="1">
      <w:start w:val="1"/>
      <w:numFmt w:val="bullet"/>
      <w:lvlText w:val=""/>
      <w:lvlJc w:val="left"/>
      <w:pPr>
        <w:ind w:left="7340" w:hanging="360"/>
      </w:pPr>
      <w:rPr>
        <w:rFonts w:ascii="Wingdings" w:hAnsi="Wingdings" w:hint="default"/>
      </w:rPr>
    </w:lvl>
  </w:abstractNum>
  <w:abstractNum w:abstractNumId="5">
    <w:nsid w:val="458532C9"/>
    <w:multiLevelType w:val="hybridMultilevel"/>
    <w:tmpl w:val="484056C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4EA719FA"/>
    <w:multiLevelType w:val="hybridMultilevel"/>
    <w:tmpl w:val="9C54A7E0"/>
    <w:lvl w:ilvl="0" w:tplc="FC68D28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55E7340F"/>
    <w:multiLevelType w:val="hybridMultilevel"/>
    <w:tmpl w:val="AEE8A0E8"/>
    <w:lvl w:ilvl="0" w:tplc="FC68D28A">
      <w:numFmt w:val="bullet"/>
      <w:lvlText w:val="-"/>
      <w:lvlJc w:val="left"/>
      <w:pPr>
        <w:tabs>
          <w:tab w:val="num" w:pos="540"/>
        </w:tabs>
        <w:ind w:left="540" w:hanging="360"/>
      </w:pPr>
      <w:rPr>
        <w:rFonts w:ascii="Times New Roman" w:eastAsia="Times New Roman" w:hAnsi="Times New Roman" w:cs="Times New Roman" w:hint="default"/>
      </w:rPr>
    </w:lvl>
    <w:lvl w:ilvl="1" w:tplc="04100003">
      <w:start w:val="1"/>
      <w:numFmt w:val="bullet"/>
      <w:lvlText w:val="o"/>
      <w:lvlJc w:val="left"/>
      <w:pPr>
        <w:tabs>
          <w:tab w:val="num" w:pos="1260"/>
        </w:tabs>
        <w:ind w:left="1260" w:hanging="360"/>
      </w:pPr>
      <w:rPr>
        <w:rFonts w:ascii="Courier New" w:hAnsi="Courier New" w:cs="Courier New" w:hint="default"/>
      </w:rPr>
    </w:lvl>
    <w:lvl w:ilvl="2" w:tplc="04100005">
      <w:start w:val="1"/>
      <w:numFmt w:val="bullet"/>
      <w:lvlText w:val=""/>
      <w:lvlJc w:val="left"/>
      <w:pPr>
        <w:tabs>
          <w:tab w:val="num" w:pos="1980"/>
        </w:tabs>
        <w:ind w:left="1980" w:hanging="360"/>
      </w:pPr>
      <w:rPr>
        <w:rFonts w:ascii="Wingdings" w:hAnsi="Wingdings" w:hint="default"/>
      </w:rPr>
    </w:lvl>
    <w:lvl w:ilvl="3" w:tplc="04100001">
      <w:start w:val="1"/>
      <w:numFmt w:val="bullet"/>
      <w:lvlText w:val=""/>
      <w:lvlJc w:val="left"/>
      <w:pPr>
        <w:tabs>
          <w:tab w:val="num" w:pos="2700"/>
        </w:tabs>
        <w:ind w:left="2700" w:hanging="360"/>
      </w:pPr>
      <w:rPr>
        <w:rFonts w:ascii="Symbol" w:hAnsi="Symbol" w:hint="default"/>
      </w:rPr>
    </w:lvl>
    <w:lvl w:ilvl="4" w:tplc="04100003">
      <w:start w:val="1"/>
      <w:numFmt w:val="bullet"/>
      <w:lvlText w:val="o"/>
      <w:lvlJc w:val="left"/>
      <w:pPr>
        <w:tabs>
          <w:tab w:val="num" w:pos="3420"/>
        </w:tabs>
        <w:ind w:left="3420" w:hanging="360"/>
      </w:pPr>
      <w:rPr>
        <w:rFonts w:ascii="Courier New" w:hAnsi="Courier New" w:cs="Courier New" w:hint="default"/>
      </w:rPr>
    </w:lvl>
    <w:lvl w:ilvl="5" w:tplc="04100005">
      <w:start w:val="1"/>
      <w:numFmt w:val="bullet"/>
      <w:lvlText w:val=""/>
      <w:lvlJc w:val="left"/>
      <w:pPr>
        <w:tabs>
          <w:tab w:val="num" w:pos="4140"/>
        </w:tabs>
        <w:ind w:left="4140" w:hanging="360"/>
      </w:pPr>
      <w:rPr>
        <w:rFonts w:ascii="Wingdings" w:hAnsi="Wingdings" w:hint="default"/>
      </w:rPr>
    </w:lvl>
    <w:lvl w:ilvl="6" w:tplc="04100001">
      <w:start w:val="1"/>
      <w:numFmt w:val="bullet"/>
      <w:lvlText w:val=""/>
      <w:lvlJc w:val="left"/>
      <w:pPr>
        <w:tabs>
          <w:tab w:val="num" w:pos="4860"/>
        </w:tabs>
        <w:ind w:left="4860" w:hanging="360"/>
      </w:pPr>
      <w:rPr>
        <w:rFonts w:ascii="Symbol" w:hAnsi="Symbol" w:hint="default"/>
      </w:rPr>
    </w:lvl>
    <w:lvl w:ilvl="7" w:tplc="04100003">
      <w:start w:val="1"/>
      <w:numFmt w:val="bullet"/>
      <w:lvlText w:val="o"/>
      <w:lvlJc w:val="left"/>
      <w:pPr>
        <w:tabs>
          <w:tab w:val="num" w:pos="5580"/>
        </w:tabs>
        <w:ind w:left="5580" w:hanging="360"/>
      </w:pPr>
      <w:rPr>
        <w:rFonts w:ascii="Courier New" w:hAnsi="Courier New" w:cs="Courier New" w:hint="default"/>
      </w:rPr>
    </w:lvl>
    <w:lvl w:ilvl="8" w:tplc="04100005">
      <w:start w:val="1"/>
      <w:numFmt w:val="bullet"/>
      <w:lvlText w:val=""/>
      <w:lvlJc w:val="left"/>
      <w:pPr>
        <w:tabs>
          <w:tab w:val="num" w:pos="6300"/>
        </w:tabs>
        <w:ind w:left="6300" w:hanging="360"/>
      </w:pPr>
      <w:rPr>
        <w:rFonts w:ascii="Wingdings" w:hAnsi="Wingdings" w:hint="default"/>
      </w:rPr>
    </w:lvl>
  </w:abstractNum>
  <w:abstractNum w:abstractNumId="8">
    <w:nsid w:val="7275415C"/>
    <w:multiLevelType w:val="hybridMultilevel"/>
    <w:tmpl w:val="919807D2"/>
    <w:lvl w:ilvl="0" w:tplc="7CE86F58">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7247D4D"/>
    <w:multiLevelType w:val="hybridMultilevel"/>
    <w:tmpl w:val="DB20F4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it-IT" w:vendorID="3" w:dllVersion="517" w:checkStyle="1"/>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45"/>
    <w:rsid w:val="00004AAA"/>
    <w:rsid w:val="000355A5"/>
    <w:rsid w:val="000374AD"/>
    <w:rsid w:val="00071C63"/>
    <w:rsid w:val="00101BAA"/>
    <w:rsid w:val="00121210"/>
    <w:rsid w:val="00125593"/>
    <w:rsid w:val="00125FA8"/>
    <w:rsid w:val="00132048"/>
    <w:rsid w:val="00143999"/>
    <w:rsid w:val="001531DD"/>
    <w:rsid w:val="00196F44"/>
    <w:rsid w:val="001B09D4"/>
    <w:rsid w:val="001B3FB2"/>
    <w:rsid w:val="001E6F7C"/>
    <w:rsid w:val="00227253"/>
    <w:rsid w:val="0027266E"/>
    <w:rsid w:val="00297487"/>
    <w:rsid w:val="002A5441"/>
    <w:rsid w:val="002B5638"/>
    <w:rsid w:val="002C0AAF"/>
    <w:rsid w:val="002D04EE"/>
    <w:rsid w:val="002F1660"/>
    <w:rsid w:val="00306BC5"/>
    <w:rsid w:val="0036694C"/>
    <w:rsid w:val="00394B98"/>
    <w:rsid w:val="003A3872"/>
    <w:rsid w:val="003A6D55"/>
    <w:rsid w:val="003F1DE1"/>
    <w:rsid w:val="00415E2A"/>
    <w:rsid w:val="0043483D"/>
    <w:rsid w:val="004506C8"/>
    <w:rsid w:val="004639F2"/>
    <w:rsid w:val="0046470A"/>
    <w:rsid w:val="004C126C"/>
    <w:rsid w:val="005112EA"/>
    <w:rsid w:val="0052529D"/>
    <w:rsid w:val="00541DC6"/>
    <w:rsid w:val="00583B29"/>
    <w:rsid w:val="00594DFA"/>
    <w:rsid w:val="005A252E"/>
    <w:rsid w:val="005B0BA1"/>
    <w:rsid w:val="005C6E7C"/>
    <w:rsid w:val="005D1343"/>
    <w:rsid w:val="005E200F"/>
    <w:rsid w:val="0061181E"/>
    <w:rsid w:val="00641E90"/>
    <w:rsid w:val="006511A1"/>
    <w:rsid w:val="00654003"/>
    <w:rsid w:val="0065451C"/>
    <w:rsid w:val="00666593"/>
    <w:rsid w:val="00695D3B"/>
    <w:rsid w:val="006D6383"/>
    <w:rsid w:val="006E7E99"/>
    <w:rsid w:val="006F5708"/>
    <w:rsid w:val="00727AF7"/>
    <w:rsid w:val="007361A6"/>
    <w:rsid w:val="00772FF9"/>
    <w:rsid w:val="00795B4E"/>
    <w:rsid w:val="007B0D45"/>
    <w:rsid w:val="007B3945"/>
    <w:rsid w:val="007B7820"/>
    <w:rsid w:val="008105E0"/>
    <w:rsid w:val="008314C1"/>
    <w:rsid w:val="00831BA0"/>
    <w:rsid w:val="00843476"/>
    <w:rsid w:val="008B707C"/>
    <w:rsid w:val="008C00BB"/>
    <w:rsid w:val="008D6C39"/>
    <w:rsid w:val="0092638D"/>
    <w:rsid w:val="009356FC"/>
    <w:rsid w:val="00946CE5"/>
    <w:rsid w:val="00964D5B"/>
    <w:rsid w:val="00A21E58"/>
    <w:rsid w:val="00A4123A"/>
    <w:rsid w:val="00A440F5"/>
    <w:rsid w:val="00A76A79"/>
    <w:rsid w:val="00AF695F"/>
    <w:rsid w:val="00B16CCE"/>
    <w:rsid w:val="00B243F1"/>
    <w:rsid w:val="00B37165"/>
    <w:rsid w:val="00B53C6A"/>
    <w:rsid w:val="00B57B6D"/>
    <w:rsid w:val="00BA5A8F"/>
    <w:rsid w:val="00BB1C6C"/>
    <w:rsid w:val="00BD15EA"/>
    <w:rsid w:val="00BE11BD"/>
    <w:rsid w:val="00BF5E81"/>
    <w:rsid w:val="00C1046D"/>
    <w:rsid w:val="00C1229C"/>
    <w:rsid w:val="00C40E3F"/>
    <w:rsid w:val="00D02839"/>
    <w:rsid w:val="00D053EE"/>
    <w:rsid w:val="00D122C5"/>
    <w:rsid w:val="00D24D03"/>
    <w:rsid w:val="00D62CBE"/>
    <w:rsid w:val="00D6542E"/>
    <w:rsid w:val="00D74EC8"/>
    <w:rsid w:val="00D96759"/>
    <w:rsid w:val="00DC07CD"/>
    <w:rsid w:val="00DD7471"/>
    <w:rsid w:val="00E07C1C"/>
    <w:rsid w:val="00E31FCA"/>
    <w:rsid w:val="00E56848"/>
    <w:rsid w:val="00E660B6"/>
    <w:rsid w:val="00E902BA"/>
    <w:rsid w:val="00EA20CE"/>
    <w:rsid w:val="00EA4FFF"/>
    <w:rsid w:val="00EC0E9C"/>
    <w:rsid w:val="00F43522"/>
    <w:rsid w:val="00F45D98"/>
    <w:rsid w:val="00F668D3"/>
    <w:rsid w:val="00FE66BF"/>
    <w:rsid w:val="00FF13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1660"/>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166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241331">
      <w:bodyDiv w:val="1"/>
      <w:marLeft w:val="0"/>
      <w:marRight w:val="0"/>
      <w:marTop w:val="0"/>
      <w:marBottom w:val="0"/>
      <w:divBdr>
        <w:top w:val="none" w:sz="0" w:space="0" w:color="auto"/>
        <w:left w:val="none" w:sz="0" w:space="0" w:color="auto"/>
        <w:bottom w:val="none" w:sz="0" w:space="0" w:color="auto"/>
        <w:right w:val="none" w:sz="0" w:space="0" w:color="auto"/>
      </w:divBdr>
    </w:div>
    <w:div w:id="191019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edicina.unifg.i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edicina.unifg.it"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hyperlink" Target="mailto:dipartimento.scienzemediche@unifg.it" TargetMode="External"/><Relationship Id="rId1" Type="http://schemas.openxmlformats.org/officeDocument/2006/relationships/hyperlink" Target="mailto:dipartimento.scienzemediche@unifg.it" TargetMode="External"/></Relationships>
</file>

<file path=word/_rels/header2.xml.rels><?xml version="1.0" encoding="UTF-8" standalone="yes"?>
<Relationships xmlns="http://schemas.openxmlformats.org/package/2006/relationships"><Relationship Id="rId2" Type="http://schemas.openxmlformats.org/officeDocument/2006/relationships/image" Target="file:///C:\Users\Tutor\Downloads\::MODELLI%20CON%20LOGO:MODELLI%20CON%20LOGO%20LAVORAZIONI:LOGHI%20DIPART%20TEMPLATE:LOGO%20PAG%202.jpg" TargetMode="External"/><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file:///C:\Users\Tutor\Downloads\::LOGO%20MED%20SPERIMENT%20TEMPLATE.jpg" TargetMode="External"/><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medicina-sperimentale-template-unic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F947F-08C8-4453-8BF8-37C8515D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medicina-sperimentale-template-unico.dot</Template>
  <TotalTime>49</TotalTime>
  <Pages>7</Pages>
  <Words>2215</Words>
  <Characters>12629</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Lorem ipsum dolor sit amet, consectetur adipisicing elit, sed do eiusmod tempor incididunt ut labore et dolore magna aliqua</vt:lpstr>
    </vt:vector>
  </TitlesOfParts>
  <Company/>
  <LinksUpToDate>false</LinksUpToDate>
  <CharactersWithSpaces>14815</CharactersWithSpaces>
  <SharedDoc>false</SharedDoc>
  <HLinks>
    <vt:vector size="66" baseType="variant">
      <vt:variant>
        <vt:i4>5439558</vt:i4>
      </vt:variant>
      <vt:variant>
        <vt:i4>21</vt:i4>
      </vt:variant>
      <vt:variant>
        <vt:i4>0</vt:i4>
      </vt:variant>
      <vt:variant>
        <vt:i4>5</vt:i4>
      </vt:variant>
      <vt:variant>
        <vt:lpwstr>http://www.medicina.unifg.it/</vt:lpwstr>
      </vt:variant>
      <vt:variant>
        <vt:lpwstr/>
      </vt:variant>
      <vt:variant>
        <vt:i4>1507452</vt:i4>
      </vt:variant>
      <vt:variant>
        <vt:i4>18</vt:i4>
      </vt:variant>
      <vt:variant>
        <vt:i4>0</vt:i4>
      </vt:variant>
      <vt:variant>
        <vt:i4>5</vt:i4>
      </vt:variant>
      <vt:variant>
        <vt:lpwstr>mailto:dipartimentomedicinaclinica@cert.unifg.it</vt:lpwstr>
      </vt:variant>
      <vt:variant>
        <vt:lpwstr/>
      </vt:variant>
      <vt:variant>
        <vt:i4>1507452</vt:i4>
      </vt:variant>
      <vt:variant>
        <vt:i4>15</vt:i4>
      </vt:variant>
      <vt:variant>
        <vt:i4>0</vt:i4>
      </vt:variant>
      <vt:variant>
        <vt:i4>5</vt:i4>
      </vt:variant>
      <vt:variant>
        <vt:lpwstr>mailto:dipartimentomedicinaclinica@cert.unifg.it</vt:lpwstr>
      </vt:variant>
      <vt:variant>
        <vt:lpwstr/>
      </vt:variant>
      <vt:variant>
        <vt:i4>1507452</vt:i4>
      </vt:variant>
      <vt:variant>
        <vt:i4>12</vt:i4>
      </vt:variant>
      <vt:variant>
        <vt:i4>0</vt:i4>
      </vt:variant>
      <vt:variant>
        <vt:i4>5</vt:i4>
      </vt:variant>
      <vt:variant>
        <vt:lpwstr>mailto:dipartimentomedicinaclinica@cert.unifg.it</vt:lpwstr>
      </vt:variant>
      <vt:variant>
        <vt:lpwstr/>
      </vt:variant>
      <vt:variant>
        <vt:i4>1507452</vt:i4>
      </vt:variant>
      <vt:variant>
        <vt:i4>9</vt:i4>
      </vt:variant>
      <vt:variant>
        <vt:i4>0</vt:i4>
      </vt:variant>
      <vt:variant>
        <vt:i4>5</vt:i4>
      </vt:variant>
      <vt:variant>
        <vt:lpwstr>mailto:dipartimentomedicinaclinica@cert.unifg.it</vt:lpwstr>
      </vt:variant>
      <vt:variant>
        <vt:lpwstr/>
      </vt:variant>
      <vt:variant>
        <vt:i4>1507452</vt:i4>
      </vt:variant>
      <vt:variant>
        <vt:i4>6</vt:i4>
      </vt:variant>
      <vt:variant>
        <vt:i4>0</vt:i4>
      </vt:variant>
      <vt:variant>
        <vt:i4>5</vt:i4>
      </vt:variant>
      <vt:variant>
        <vt:lpwstr>mailto:dipartimentomedicinaclinica@cert.unifg.it</vt:lpwstr>
      </vt:variant>
      <vt:variant>
        <vt:lpwstr/>
      </vt:variant>
      <vt:variant>
        <vt:i4>1507452</vt:i4>
      </vt:variant>
      <vt:variant>
        <vt:i4>3</vt:i4>
      </vt:variant>
      <vt:variant>
        <vt:i4>0</vt:i4>
      </vt:variant>
      <vt:variant>
        <vt:i4>5</vt:i4>
      </vt:variant>
      <vt:variant>
        <vt:lpwstr>mailto:dipartimentomedicinaclinica@cert.unifg.it</vt:lpwstr>
      </vt:variant>
      <vt:variant>
        <vt:lpwstr/>
      </vt:variant>
      <vt:variant>
        <vt:i4>5439558</vt:i4>
      </vt:variant>
      <vt:variant>
        <vt:i4>0</vt:i4>
      </vt:variant>
      <vt:variant>
        <vt:i4>0</vt:i4>
      </vt:variant>
      <vt:variant>
        <vt:i4>5</vt:i4>
      </vt:variant>
      <vt:variant>
        <vt:lpwstr>http://www.medicina.unifg.it/</vt:lpwstr>
      </vt:variant>
      <vt:variant>
        <vt:lpwstr/>
      </vt:variant>
      <vt:variant>
        <vt:i4>3342409</vt:i4>
      </vt:variant>
      <vt:variant>
        <vt:i4>6</vt:i4>
      </vt:variant>
      <vt:variant>
        <vt:i4>0</vt:i4>
      </vt:variant>
      <vt:variant>
        <vt:i4>5</vt:i4>
      </vt:variant>
      <vt:variant>
        <vt:lpwstr>mailto:dipartimento.scienzemediche@unifg.it</vt:lpwstr>
      </vt:variant>
      <vt:variant>
        <vt:lpwstr/>
      </vt:variant>
      <vt:variant>
        <vt:i4>131086</vt:i4>
      </vt:variant>
      <vt:variant>
        <vt:i4>-1</vt:i4>
      </vt:variant>
      <vt:variant>
        <vt:i4>2080</vt:i4>
      </vt:variant>
      <vt:variant>
        <vt:i4>1</vt:i4>
      </vt:variant>
      <vt:variant>
        <vt:lpwstr>::LOGO MED SPERIMENT TEMPLATE.jpg</vt:lpwstr>
      </vt:variant>
      <vt:variant>
        <vt:lpwstr/>
      </vt:variant>
      <vt:variant>
        <vt:i4>196630</vt:i4>
      </vt:variant>
      <vt:variant>
        <vt:i4>-1</vt:i4>
      </vt:variant>
      <vt:variant>
        <vt:i4>2077</vt:i4>
      </vt:variant>
      <vt:variant>
        <vt:i4>1</vt:i4>
      </vt:variant>
      <vt:variant>
        <vt:lpwstr>::MODELLI CON LOGO:MODELLI CON LOGO LAVORAZIONI:LOGHI DIPART TEMPLATE:LOGO PAG 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consectetur adipisicing elit, sed do eiusmod tempor incididunt ut labore et dolore magna aliqua</dc:title>
  <dc:creator>utente</dc:creator>
  <cp:lastModifiedBy>grazia lauriola</cp:lastModifiedBy>
  <cp:revision>18</cp:revision>
  <cp:lastPrinted>2015-07-20T11:45:00Z</cp:lastPrinted>
  <dcterms:created xsi:type="dcterms:W3CDTF">2015-07-20T11:33:00Z</dcterms:created>
  <dcterms:modified xsi:type="dcterms:W3CDTF">2016-01-22T11:38:00Z</dcterms:modified>
</cp:coreProperties>
</file>